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4C6C97" w14:textId="77777777" w:rsidR="00944299" w:rsidRPr="00944299" w:rsidRDefault="00944299" w:rsidP="00944299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944299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SARS-CoV-2/human/USA/NY-CDC-LC0511181/2022, complete genome</w:t>
      </w:r>
    </w:p>
    <w:p w14:paraId="75EE8CCE" w14:textId="77777777" w:rsidR="00944299" w:rsidRPr="00944299" w:rsidRDefault="00944299" w:rsidP="00944299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944299">
        <w:rPr>
          <w:rFonts w:ascii="ＭＳ Ｐゴシック" w:eastAsia="ＭＳ Ｐゴシック" w:hAnsi="ＭＳ Ｐゴシック" w:cs="ＭＳ Ｐゴシック"/>
          <w:kern w:val="0"/>
          <w:sz w:val="24"/>
        </w:rPr>
        <w:t>GenBank: OM627701.1</w:t>
      </w:r>
    </w:p>
    <w:p w14:paraId="5B9CC4A1" w14:textId="77777777" w:rsidR="00944299" w:rsidRPr="00944299" w:rsidRDefault="00944299" w:rsidP="00944299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944299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944299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"https://www.ncbi.nlm.nih.gov/nuccore/OM627701.1?report=fasta" </w:instrText>
      </w:r>
      <w:r w:rsidRPr="00944299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944299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944299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944299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944299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944299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"https://www.ncbi.nlm.nih.gov/nuccore/OM627701.1?report=graph" </w:instrText>
      </w:r>
      <w:r w:rsidRPr="00944299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944299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944299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944299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OM627701.1"/>
    <w:bookmarkEnd w:id="1"/>
    <w:p w14:paraId="28302FD4" w14:textId="77777777" w:rsidR="00944299" w:rsidRPr="00944299" w:rsidRDefault="00944299" w:rsidP="00944299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944299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944299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"https://www.ncbi.nlm.nih.gov/nuccore/OM627701.1" \l "goto2191620149_0" </w:instrText>
      </w:r>
      <w:r w:rsidRPr="00944299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944299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944299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5BA79B99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>LOCUS       OM627701               29717 bp    RNA     linear   VRL 09-FEB-2022</w:t>
      </w:r>
    </w:p>
    <w:p w14:paraId="480936A4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2482074C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SARS-CoV-2/human/USA/NY-CDC-LC0511181/2022, complete genome.</w:t>
      </w:r>
    </w:p>
    <w:p w14:paraId="2B5EC0A8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>ACCESSION   OM627701</w:t>
      </w:r>
    </w:p>
    <w:p w14:paraId="6D11C2E6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>VERSION     OM627701.1</w:t>
      </w:r>
    </w:p>
    <w:p w14:paraId="5D6ED189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DBLINK      BioProject: </w:t>
      </w: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"https://www.ncbi.nlm.nih.gov/bioproject/PRJNA716984" </w:instrText>
      </w: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4429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PRJNA716984</w:t>
      </w: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7F6968D4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BioSample: </w:t>
      </w: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"https://www.ncbi.nlm.nih.gov/biosample/SAMN25733311" </w:instrText>
      </w: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4429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SAMN25733311</w:t>
      </w: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09E79B15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>KEYWORDS    purposeofsampling:baselinesurveillance.</w:t>
      </w:r>
    </w:p>
    <w:p w14:paraId="15353718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358F4B9E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4429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5554B334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2D6BC4AF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1A652B8B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36442F4A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>REFERENCE   1  (bases 1 to 29717)</w:t>
      </w:r>
    </w:p>
    <w:p w14:paraId="70D701C5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036BE53F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5D464CF8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Agarwal,M., Almasri,E.,</w:t>
      </w:r>
    </w:p>
    <w:p w14:paraId="6D03B0F0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Boles,D., Burns,A., Charoensri,N., Cohen,O., Countryman,S.,</w:t>
      </w:r>
    </w:p>
    <w:p w14:paraId="41A7E824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Cristobal,M.A., Croy,B., Dale,S., Deshmukh,H., Douglas,A.,</w:t>
      </w:r>
    </w:p>
    <w:p w14:paraId="618177C8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Drouillon,V., Eisenberg,M., Engler,H., Ghatti,R., Gupta,P.,</w:t>
      </w:r>
    </w:p>
    <w:p w14:paraId="3EDD112B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Hicks,S., Humphrey,J., Iyer,L., Pfefferle,L., Jain,M., Robinson,M.,</w:t>
      </w:r>
    </w:p>
    <w:p w14:paraId="41E86C79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Kolli,M., Krueger,B., Kuphal,T., Letovsky,S., Levandoski,M.,</w:t>
      </w:r>
    </w:p>
    <w:p w14:paraId="0C962D3C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Lukasik,C., Meltzer,J., Norvell,B., Nye,M., Parker,S.,</w:t>
      </w:r>
    </w:p>
    <w:p w14:paraId="78521103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Petropoulos,C., Pruitt,J., Ragan,S., Ryan,S., Sapeta,M.,</w:t>
      </w:r>
    </w:p>
    <w:p w14:paraId="7F63A575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Schroth,J., Selvaraju,S.B., Stevovic,G., Suchanek,A., Throop,A.,</w:t>
      </w:r>
    </w:p>
    <w:p w14:paraId="2CCF85FF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Tilson,L., Urban,T., Voshell,J., Wagner,K., Williams,J.,</w:t>
      </w:r>
    </w:p>
    <w:p w14:paraId="3054514B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Williamson,M., Zeng,Q., Zwiefelhofer,T., Paden,C.R. and</w:t>
      </w:r>
    </w:p>
    <w:p w14:paraId="2DBF72EE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MacCannell,D.</w:t>
      </w:r>
    </w:p>
    <w:p w14:paraId="24A8CF48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CDC Sars CoV2 Sequencing Baseline Constellation</w:t>
      </w:r>
    </w:p>
    <w:p w14:paraId="7B24C72F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Unpublished</w:t>
      </w:r>
    </w:p>
    <w:p w14:paraId="4CFA4199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>REFERENCE   2  (bases 1 to 29717)</w:t>
      </w:r>
    </w:p>
    <w:p w14:paraId="37B3573C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AUTHORS   Howard,D., Batra,D., Cook,P.W., Caravas,J., Rambo-Martin,B.,</w:t>
      </w:r>
    </w:p>
    <w:p w14:paraId="76266BAA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3AFD54EA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Sula,E., Agarwal,M.,</w:t>
      </w:r>
    </w:p>
    <w:p w14:paraId="23AF6E19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Almasri,E., Boles,D., Burns,A., Charoensri,N., Cohen,O.,</w:t>
      </w:r>
    </w:p>
    <w:p w14:paraId="1C1F8DCD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Countryman,S., Cristobal,M.A., Croy,B., Dale,S., Deshmukh,H.,</w:t>
      </w:r>
    </w:p>
    <w:p w14:paraId="018FA75A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Douglas,A., Drouillon,V., Eisenberg,M., Engler,H., Ghatti,R.,</w:t>
      </w:r>
    </w:p>
    <w:p w14:paraId="7F13CBCF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Gupta,P., Hicks,S., Humphrey,J., Iyer,L., Pfefferle,L., Jain,M.,</w:t>
      </w:r>
    </w:p>
    <w:p w14:paraId="357EB32C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Robinson,M., Kolli,M., Krueger,B., Kuphal,T., Letovsky,S.,</w:t>
      </w:r>
    </w:p>
    <w:p w14:paraId="58AC5E73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Levandoski,M., Lukasik,C., Meltzer,J., Norvell,B., Nye,M.,</w:t>
      </w:r>
    </w:p>
    <w:p w14:paraId="67B035D8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Parker,S., Petropoulos,C., Pruitt,J., Ragan,S., Ryan,S., Sapeta,M.,</w:t>
      </w:r>
    </w:p>
    <w:p w14:paraId="6E0E9807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Schroth,J., Selvaraju,S.B., Stevovic,G., Suchanek,A., Throop,A.,</w:t>
      </w:r>
    </w:p>
    <w:p w14:paraId="40EB2859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Tilson,L., Urban,T., Voshell,J., Wagner,K., Williams,J.,</w:t>
      </w:r>
    </w:p>
    <w:p w14:paraId="1877B613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Williamson,M., Zeng,Q., Zwiefelhofer,T., Paden,C.R. and</w:t>
      </w:r>
    </w:p>
    <w:p w14:paraId="4390C547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MacCannell,D.</w:t>
      </w:r>
    </w:p>
    <w:p w14:paraId="23ED0E7C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58516EC8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(08-FEB-2022) Respiratory Viruses Branch, Division of</w:t>
      </w:r>
    </w:p>
    <w:p w14:paraId="4713D04A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Viral Diseases, Centers for Disease Control and Prevention, 1600</w:t>
      </w:r>
    </w:p>
    <w:p w14:paraId="5E2A745B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Clifton Rd, Atlanta, GA 30329, USA</w:t>
      </w:r>
    </w:p>
    <w:p w14:paraId="1DBEC038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M627701.1"/>
      <w:bookmarkEnd w:id="2"/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>COMMENT     ##Assembly-Data-START##</w:t>
      </w:r>
    </w:p>
    <w:p w14:paraId="39E0F32B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  :: CLC Genomics</w:t>
      </w:r>
    </w:p>
    <w:p w14:paraId="05DD95C3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Sequencing Technology :: PacBio Sequel II</w:t>
      </w:r>
    </w:p>
    <w:p w14:paraId="20C704DA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0E11DCB7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OM627701.1"/>
      <w:bookmarkEnd w:id="3"/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5E4D10D3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1..29717</w:t>
      </w:r>
    </w:p>
    <w:p w14:paraId="4D8B5F45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76D2B421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0C553C92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3D0153C7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/isolate="SARS-CoV-2/human/USA/NY-CDC-LC0511181/2022"</w:t>
      </w:r>
    </w:p>
    <w:p w14:paraId="76F7CF9B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/isolation_source="Nasal Swabs"</w:t>
      </w:r>
    </w:p>
    <w:p w14:paraId="1BE4771B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26B9FBC9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/db_xref="taxon:</w:t>
      </w: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4429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7FD119B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/country="USA: New York"</w:t>
      </w:r>
    </w:p>
    <w:p w14:paraId="52993B01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/collection_date="2022-01-27"</w:t>
      </w:r>
    </w:p>
    <w:p w14:paraId="5B796B14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"https://www.ncbi.nlm.nih.gov/nuccore/OM627701.1?from=194&amp;to=21471" </w:instrText>
      </w: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4429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194..21471</w:t>
      </w:r>
    </w:p>
    <w:p w14:paraId="5C0DD6AD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9F180B8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"https://www.ncbi.nlm.nih.gov/nuccore/OM627701.1?location=194:13384,13384:21471" </w:instrText>
      </w: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4429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join(194..13384,13384..21471)</w:t>
      </w:r>
    </w:p>
    <w:p w14:paraId="60E3CC76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E27BEDC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75D1B84A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997DBD5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21D9320E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"https://www.ncbi.nlm.nih.gov/protein/2191620150" </w:instrText>
      </w: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4429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UKR23680.1</w:t>
      </w: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461F4FD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5D0066B3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HLKDGTCGLVEVEKGVLPQLEQPYVFIKRSDARTAPHGHVMVELVAELEGIQYGRSGE</w:t>
      </w:r>
    </w:p>
    <w:p w14:paraId="7370C43B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4824F828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4D50DF96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329E5B27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001BC2F6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4412F809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26C2529B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07E7C44D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61627618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1959526F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12BC2C64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57FFB76B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082C5B77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28BDA4AC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0E63160E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0A51DA13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0127CD38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6EF8874D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4F6B8A63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6BA8CF41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4623E1E8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699E4D55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79099DBA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00F4DF56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4D2895F9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290E3FFC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22B97347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3F881E45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63FE0EBD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2488420D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1A5ABAF3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25C2C808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3C80A6E2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2E8F0CFC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40F1F411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1D2D05D2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6345145E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6C2B3423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507C0253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4071FB4D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6FC287F2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14E639FD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NPTDQSSYIVDSVTVKNGSIHLYFDKAGQKTYERHSLSHFVNLDNLRANNTKGSLPIN</w:t>
      </w:r>
    </w:p>
    <w:p w14:paraId="5F4B681D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6AE60C21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166C47E6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530F0A69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030F3F68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7B00236A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4F5B80E9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046D4EAE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70700921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151B1F5E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4C8F0DAC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270C65FD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21B160F8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2CE1DD91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6FFDC47C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7567CDD1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2A4FC609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516D0B87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5F602617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06A2175A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136686C1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5F4C5049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0DB0E6E0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5695D77F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4D78FED9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35D5B143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61FE166D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6BAF518D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3FD87506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6E0E491C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3517A086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6675F724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5696FE56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FLNRVCGVSAARLTPCGTGTSTDVVYRAFDIYNDKVAGFAKFLKTNCCRFQEKDEDDN</w:t>
      </w:r>
    </w:p>
    <w:p w14:paraId="79A81669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LIDSYFVVKRHTFSNYQHEETIYNLLKDCPAVAKHDFFKFRIDGDMVPHISRQRLTKY</w:t>
      </w:r>
    </w:p>
    <w:p w14:paraId="4070ACEF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TMADLVYALRHFDEGNCDTLKEILVTYNCCDDDYFNKKDWYDFVENPDILRVYANLGE</w:t>
      </w:r>
    </w:p>
    <w:p w14:paraId="3DA73127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RVRQALLKTVQFCDAMRNAGIVGVLTLDNQDLNGNWYDFGDFIQTTPGSGVPVVDSYY</w:t>
      </w:r>
    </w:p>
    <w:p w14:paraId="52158753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SLLMPILTLTRALTAESHVDTDLTKPYIKWDLLKYDFTEERLKLFDRYFKYWDQTYHP</w:t>
      </w:r>
    </w:p>
    <w:p w14:paraId="1EF5530C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NCVNCLDDRCILHCANFNVLFSTVFPLTSFGPLVRKIFVDGVPFVVSTGYHFRELGVV</w:t>
      </w:r>
    </w:p>
    <w:p w14:paraId="447FA94F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HNQDVNLHSSRLSFKELLVYAADPAMHAASGNLLLDKRTTCFSVAALTNNVAFQTVKP</w:t>
      </w:r>
    </w:p>
    <w:p w14:paraId="708F0D25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GNFNKDFYDFAVSKGFFKEGSSVELKHFFFAQDGNAAISDYDYYRYNLPTMCDIRQLL</w:t>
      </w:r>
    </w:p>
    <w:p w14:paraId="3AF82F4A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FVVEVVDKYFDCYDGGCINANQVIVNNLDKSAGFPFNKWGKARLYYDSMSYEDQDALF</w:t>
      </w:r>
    </w:p>
    <w:p w14:paraId="5E3B049F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AYTKRNVIPTITQMNLKYAISAKNRARTVAGVSICSTMTNRQFHQKLLKSIAATRGAT</w:t>
      </w:r>
    </w:p>
    <w:p w14:paraId="192D2054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VVIGTSKFYGGWHNMLKTVYSDVENPHLMGWDYPKCDRAMPNMLRIMASLVLARKHTT</w:t>
      </w:r>
    </w:p>
    <w:p w14:paraId="733E04D0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CCSLSHRFYRLANECAQVLSEMVMCGGSLYVKPGGTSSGDATTAYANSVFNICQAVTA</w:t>
      </w:r>
    </w:p>
    <w:p w14:paraId="2D4B98A6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NVNALLSTDGNKIADKYVRNLQHRLYECLYRNRDVDTDFVNEFYAYLRKHFSMMILSD</w:t>
      </w:r>
    </w:p>
    <w:p w14:paraId="482BE029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DAVVCFNSTYASQGLVASIKNFKSVLYYQNNVFMSEAKCWTETDLTKGPHEFCSQHTM</w:t>
      </w:r>
    </w:p>
    <w:p w14:paraId="56436627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LVKQGDDYVYLPYPDPSRILGAGCFVDDIVKTDGTLMIERFVSLAIDAYPLTKHPNQE</w:t>
      </w:r>
    </w:p>
    <w:p w14:paraId="72B2B72A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YADVFHLYLQYIRKLHDELTGHMLDMYSVMLTNDNTSRYWEPEFYEAMYTPHTVLQAV</w:t>
      </w:r>
    </w:p>
    <w:p w14:paraId="4D29ADA9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GACVLCNSQTSLRCGACIRRPFLCCKCCYDHVISTSHKLVLSVNPYVCNAPGCDVTDV</w:t>
      </w:r>
    </w:p>
    <w:p w14:paraId="52F7F958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TQLYLGGMSYYCKSHKPPISFPLCANGQVFGLYKNTCVGSDNVTDFNAIATCDWTNAG</w:t>
      </w:r>
    </w:p>
    <w:p w14:paraId="0E2593B7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DYILANTCTERLKLFAAETLKATEETFKLSYGIATVREVLSDRELHLSWEVGKPRPPL</w:t>
      </w:r>
    </w:p>
    <w:p w14:paraId="52A098CA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NRNYVFTGYRVTKNSKVQIGEYTFEKGDYGDAVVYRGTTTYKLNVGDYFVLTSHTVMP</w:t>
      </w:r>
    </w:p>
    <w:p w14:paraId="761257E5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LSAPTLVPQEHYVRITGLYPTLNISDEFSSNVANYQKVGMQKYSTLQGPPGTGKSHFA</w:t>
      </w:r>
    </w:p>
    <w:p w14:paraId="38C2D637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IGLALYYPSARIVYTACSHAAVDALCEKALKYLPIDKCSRIIPARARVECFDKFKVNS</w:t>
      </w:r>
    </w:p>
    <w:p w14:paraId="25A0D6B8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TLEQYVFCTVNALPETTADIVVFDEISMATNYDLSVVNARLRAKHYVYIGDPAQLPAP</w:t>
      </w:r>
    </w:p>
    <w:p w14:paraId="265A2969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RTLLTKGTLEPEYFNSVCRLMKTIGPDMFLGTCRRCPAEIVDTVSALVYDNKLKAHKD</w:t>
      </w:r>
    </w:p>
    <w:p w14:paraId="6BF36F71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KSAQCFKMFYKGVITHDVSSAINRPQIGVVREFLTRNPAWRKAVFISPYNSQNAVASK</w:t>
      </w:r>
    </w:p>
    <w:p w14:paraId="75073B22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ILGLPTQTVDSSQGSEYDYVIFTQTTETAHSCNVNRFNVAITRAKVGILCIMSDRDLY</w:t>
      </w:r>
    </w:p>
    <w:p w14:paraId="31747593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DKLQFTSLEIPRRNVATLQAENVTGLFKDCSKVITGLHPTQAPTHLSVDTKFKTEGLC</w:t>
      </w:r>
    </w:p>
    <w:p w14:paraId="5BCF435F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VDVPGIPKDMTYRRLISMMGFKMNYQVNGYPNMFITREEAIRHVRAWIGFDVEGCHAT</w:t>
      </w:r>
    </w:p>
    <w:p w14:paraId="39586B7A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REAVGTNLPLQLGFSTGVNLVAVPTGYVDTPNNTDFSRVSAKPPPGDQFKHLIPLMYK</w:t>
      </w:r>
    </w:p>
    <w:p w14:paraId="10200A9B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GLPWNVVRIKIVQMLSDTLKNLSDRVVFVLWAHGFELTSMKYFVKIGPERTCCLCDRR</w:t>
      </w:r>
    </w:p>
    <w:p w14:paraId="38438346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ATCFSTASDTYACWHHSIGFDYVYNPFMIDVQQWGFTGNLQSNHDLYCQVHGNAHVAS</w:t>
      </w:r>
    </w:p>
    <w:p w14:paraId="110FD94B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CDAIMTRCLAVHECFVKRVDWTIEYPIIGDELKINAACRKVQHMVVKAALLADKFPVL</w:t>
      </w:r>
    </w:p>
    <w:p w14:paraId="280FC2F4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HDIGNPKAIKCVPQADVEWKFYDAQPCSDKAYKIEELFYSYATHSDKFTDGVCLFWNC</w:t>
      </w:r>
    </w:p>
    <w:p w14:paraId="7FB6C0A9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NVDRYPANSIVCRFDTRVLSNLNLPGCDGGSLYVNKHAFHTPAFDKSAFVNLKQLPFF</w:t>
      </w:r>
    </w:p>
    <w:p w14:paraId="210A122D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YYSDSPCESHGKQVVSDIDYVPLKSATCITRCNLGGAVCRHHANEYRLYLDAYNMMIS</w:t>
      </w:r>
    </w:p>
    <w:p w14:paraId="1A6808B7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AGFSLWVYKQFDTYNLWNTFTRLQSLENVAFNVVNKGHFDGQQGEVPVSIINNTVYTK</w:t>
      </w:r>
    </w:p>
    <w:p w14:paraId="24230915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VDGVDVELFENKTTLPVNVAFELWAKRNIKPVPEVKILNNLGVDIAANTVIWDYKRDA</w:t>
      </w:r>
    </w:p>
    <w:p w14:paraId="6F2031BC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PAHISTIGVCSMTDIAKKPTETICAPLTVFFDGRVDGQVDLFRNARNGVLITEGSVKG</w:t>
      </w:r>
    </w:p>
    <w:p w14:paraId="4120E199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LQPSVGPKQASLNGVTLIGEAVKTQFNYYKKVDGVVQQLPETYFTQSRNLQEFKPRSQ</w:t>
      </w:r>
    </w:p>
    <w:p w14:paraId="257B7E6E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MEIDFLELAMDEFIERYKLEGYAFEHIVYGDFSHSQLGGLHLLIGLAKRFKESPFELE</w:t>
      </w:r>
    </w:p>
    <w:p w14:paraId="0DADFF41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DFIPMDSTVKNYFITDAQTGSSKCVCSVIDLLLDDFVEIIKSQDLSVVSKVVKVTIDY</w:t>
      </w:r>
    </w:p>
    <w:p w14:paraId="67262A6A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TEISFMLWCKDGHVETFYPKLQSSQAWQPGVAMPNLYKMQRMLLEKCDLQNYGDSATL</w:t>
      </w:r>
    </w:p>
    <w:p w14:paraId="3E36217D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PKGIMMNVAKYTQLCQYLNTLTLAVPYNMRVIHFGAGSDKGVAPGTAVLRQWLPTGTL</w:t>
      </w:r>
    </w:p>
    <w:p w14:paraId="3DAF915A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LVDSDLNDFVSDADSTLIGDCATVHTANKWDLIISDMYDPKTKNVTKENDSKEGFFTY</w:t>
      </w:r>
    </w:p>
    <w:p w14:paraId="1367F47A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ICGFIQQKLALGGSVAIKITEHSWNADLYKLMGHFAWWTAFVTNVNASSSEAFLIGCN</w:t>
      </w:r>
    </w:p>
    <w:p w14:paraId="161AAA70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YLGKPREQIDGYVMHANYIFWRNTNPIQLSSYSLFDMSKFPLKLRGTAVMSLKEGQIN</w:t>
      </w:r>
    </w:p>
    <w:p w14:paraId="1809546B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DMILSLLSKGRLIIRENNRVVISSDVLVNN"</w:t>
      </w:r>
    </w:p>
    <w:p w14:paraId="38F85C85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"https://www.ncbi.nlm.nih.gov/protein/UKR23680.1?from=1&amp;to=180" </w:instrText>
      </w: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4429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194..733</w:t>
      </w:r>
    </w:p>
    <w:p w14:paraId="2B023761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F134EA5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72BCD193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"https://www.ncbi.nlm.nih.gov/protein/UKR23680.1?from=181&amp;to=818" </w:instrText>
      </w: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4429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734..2647</w:t>
      </w:r>
    </w:p>
    <w:p w14:paraId="50C0F91A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/gene="ORF1ab"</w:t>
      </w:r>
    </w:p>
    <w:p w14:paraId="1621284C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1113BAE3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"https://www.ncbi.nlm.nih.gov/protein/UKR23680.1?from=819&amp;to=2762" </w:instrText>
      </w: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4429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2648..8479</w:t>
      </w:r>
    </w:p>
    <w:p w14:paraId="3CF550AF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A252896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6E92C241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"https://www.ncbi.nlm.nih.gov/protein/UKR23680.1?from=2763&amp;to=3262" </w:instrText>
      </w: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4429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8480..9979</w:t>
      </w:r>
    </w:p>
    <w:p w14:paraId="0F33278F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8815AD0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5585AA70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"https://www.ncbi.nlm.nih.gov/protein/UKR23680.1?from=3263&amp;to=3568" </w:instrText>
      </w: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4429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9980..10897</w:t>
      </w:r>
    </w:p>
    <w:p w14:paraId="03E87278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77C08AA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3C651589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"https://www.ncbi.nlm.nih.gov/protein/UKR23680.1?from=3569&amp;to=3855" </w:instrText>
      </w: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4429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10898..11758</w:t>
      </w:r>
    </w:p>
    <w:p w14:paraId="0CF7EFF4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EBD2C8C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5A62C695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"https://www.ncbi.nlm.nih.gov/protein/UKR23680.1?from=3856&amp;to=3938" </w:instrText>
      </w: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4429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11759..12007</w:t>
      </w:r>
    </w:p>
    <w:p w14:paraId="1A692629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EE9B92D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7771DBB8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"https://www.ncbi.nlm.nih.gov/protein/UKR23680.1?from=3939&amp;to=4136" </w:instrText>
      </w: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4429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12008..12601</w:t>
      </w:r>
    </w:p>
    <w:p w14:paraId="66072305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AD7565A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721884DF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"https://www.ncbi.nlm.nih.gov/protein/UKR23680.1?from=4137&amp;to=4249" </w:instrText>
      </w: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4429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12602..12940</w:t>
      </w:r>
    </w:p>
    <w:p w14:paraId="31AE5879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884DE5F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6C538FC4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"https://www.ncbi.nlm.nih.gov/protein/UKR23680.1?from=4250&amp;to=4388" </w:instrText>
      </w: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4429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12941..13357</w:t>
      </w:r>
    </w:p>
    <w:p w14:paraId="5CBF4751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11FC4AB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2AC8B096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"https://www.ncbi.nlm.nih.gov/protein/UKR23680.1?from=4389&amp;to=5320" </w:instrText>
      </w: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4429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join(13358..13384,13384..16152)</w:t>
      </w:r>
    </w:p>
    <w:p w14:paraId="702B2383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1FE3B32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5131C880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"https://www.ncbi.nlm.nih.gov/protein/UKR23680.1?from=5321&amp;to=5921" </w:instrText>
      </w: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4429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16153..17955</w:t>
      </w:r>
    </w:p>
    <w:p w14:paraId="7DE5C072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214CF78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/product="helicase"</w:t>
      </w:r>
    </w:p>
    <w:p w14:paraId="23682AC1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"https://www.ncbi.nlm.nih.gov/protein/UKR23680.1?from=5922&amp;to=6448" </w:instrText>
      </w: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4429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17956..19536</w:t>
      </w:r>
    </w:p>
    <w:p w14:paraId="6E3CE0D6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08A70D2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4A170487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"https://www.ncbi.nlm.nih.gov/protein/UKR23680.1?from=6449&amp;to=6794" </w:instrText>
      </w: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4429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19537..20574</w:t>
      </w:r>
    </w:p>
    <w:p w14:paraId="70157985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2E3D24A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790714CE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"https://www.ncbi.nlm.nih.gov/protein/UKR23680.1?from=6795&amp;to=7092" </w:instrText>
      </w: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4429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20575..21468</w:t>
      </w:r>
    </w:p>
    <w:p w14:paraId="1FB61E53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8B60788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6A4BBAC7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"https://www.ncbi.nlm.nih.gov/nuccore/OM627701.1?from=194&amp;to=13399" </w:instrText>
      </w: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4429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194..13399</w:t>
      </w:r>
    </w:p>
    <w:p w14:paraId="76496458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/gene="ORF1ab"</w:t>
      </w:r>
    </w:p>
    <w:p w14:paraId="789B6E10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DDA63CE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3E33C9C0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"https://www.ncbi.nlm.nih.gov/protein/2191620151" </w:instrText>
      </w: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4429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UKR23681.1</w:t>
      </w: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3CFA496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2FEA0687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4009426F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3E466A8D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2E726EFA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771838CB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7747CAFD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184346DF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68028F55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4541A42B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0243DBDE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005689C0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12EF43C7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0007D62C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47B017FF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49956C73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046E64F4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1A238AB5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608CFFB8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1C3B1801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22148FE5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09E0FA25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16E90887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04F8E788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5BD700A1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6240117A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4EEB723A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3989ED0B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7B578DE4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68EB6E4B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2AF326DD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4D26AA2D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5F5B5B89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4ED372C8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20E73E98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62592230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10816488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4EFA67C2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776B59B6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ASMPTTIAKNTVKSVGKFCLEASFNYLKSPNFSKLINIIIWFLLLSVCLGSLIYSTAA</w:t>
      </w:r>
    </w:p>
    <w:p w14:paraId="6C5D8BF5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5BCF251F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34CFFE7D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2A62CE4A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2B90AE4C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687B6309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609350C5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0E8E831D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0C48B872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5CD896C6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7C1D0DF5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01AD5CA7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72C834D4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059F91C6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55A7FA92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2844A23C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6C10A08D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54EC295F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02FC0DF0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1AAF5D4C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549AED6C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56933DA5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69B0D4FB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3FE78C8E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31080897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1C3E5D01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1F82A22B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719404F0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568E69AA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30788FFA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1C382EE8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326C3FE4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7DDBDDD9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76DACDBB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43138189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5E5D2F52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37ED52BA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268B7FAA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FLNGFAV"</w:t>
      </w:r>
    </w:p>
    <w:p w14:paraId="50AD6B48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"https://www.ncbi.nlm.nih.gov/protein/UKR23681.1?from=1&amp;to=180" </w:instrText>
      </w: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4429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194..733</w:t>
      </w:r>
    </w:p>
    <w:p w14:paraId="27F990C9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C342A84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684FC5F8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</w:t>
      </w: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"https://www.ncbi.nlm.nih.gov/protein/UKR23681.1?from=181&amp;to=818" </w:instrText>
      </w: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4429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734..2647</w:t>
      </w:r>
    </w:p>
    <w:p w14:paraId="576AA7E3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1B7A5C7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6D5F95DD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"https://www.ncbi.nlm.nih.gov/protein/UKR23681.1?from=819&amp;to=2762" </w:instrText>
      </w: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4429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2648..8479</w:t>
      </w:r>
    </w:p>
    <w:p w14:paraId="07051F92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A98E73F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06EC5978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"https://www.ncbi.nlm.nih.gov/protein/UKR23681.1?from=2763&amp;to=3262" </w:instrText>
      </w: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4429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8480..9979</w:t>
      </w:r>
    </w:p>
    <w:p w14:paraId="3431148E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9EE5BC2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284308F4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"https://www.ncbi.nlm.nih.gov/protein/UKR23681.1?from=3263&amp;to=3568" </w:instrText>
      </w: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4429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9980..10897</w:t>
      </w:r>
    </w:p>
    <w:p w14:paraId="2EBB4C90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274F492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3BD77116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"https://www.ncbi.nlm.nih.gov/protein/UKR23681.1?from=3569&amp;to=3855" </w:instrText>
      </w: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4429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10898..11758</w:t>
      </w:r>
    </w:p>
    <w:p w14:paraId="531A2FFC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EAFABF7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2464FF45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"https://www.ncbi.nlm.nih.gov/protein/UKR23681.1?from=3856&amp;to=3938" </w:instrText>
      </w: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4429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11759..12007</w:t>
      </w:r>
    </w:p>
    <w:p w14:paraId="51A1BA0E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46B8992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6C8981C0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"https://www.ncbi.nlm.nih.gov/protein/UKR23681.1?from=3939&amp;to=4136" </w:instrText>
      </w: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4429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12008..12601</w:t>
      </w:r>
    </w:p>
    <w:p w14:paraId="7243892D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3F268E1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25AE3803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"https://www.ncbi.nlm.nih.gov/protein/UKR23681.1?from=4137&amp;to=4249" </w:instrText>
      </w: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4429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12602..12940</w:t>
      </w:r>
    </w:p>
    <w:p w14:paraId="27A78E61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20DD70F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480040A7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"https://www.ncbi.nlm.nih.gov/protein/UKR23681.1?from=4250&amp;to=4388" </w:instrText>
      </w: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4429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12941..13357</w:t>
      </w:r>
    </w:p>
    <w:p w14:paraId="4CBD1737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D307CF0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1835C281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"https://www.ncbi.nlm.nih.gov/protein/UKR23681.1?from=4389&amp;to=4401" </w:instrText>
      </w: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4429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13358..13396</w:t>
      </w:r>
    </w:p>
    <w:p w14:paraId="617394FF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A27D514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55261CF5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"https://www.ncbi.nlm.nih.gov/nuccore/OM627701.1?from=13392&amp;to=13419" </w:instrText>
      </w: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4429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13392..13419</w:t>
      </w:r>
    </w:p>
    <w:p w14:paraId="3231C1CA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9E4339B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029C9741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4C635933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"https://www.ncbi.nlm.nih.gov/nuccore/OM627701.1?from=13404&amp;to=13458" </w:instrText>
      </w: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4429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13404..13458</w:t>
      </w:r>
    </w:p>
    <w:p w14:paraId="1A61E966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943BFCD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7721FBD4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6DC6E47B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"https://www.ncbi.nlm.nih.gov/nuccore/OM627701.1?from=21479&amp;to=25291" </w:instrText>
      </w: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4429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21479..25291</w:t>
      </w:r>
    </w:p>
    <w:p w14:paraId="02383541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415FA7C0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"https://www.ncbi.nlm.nih.gov/nuccore/OM627701.1?from=21479&amp;to=25291" </w:instrText>
      </w: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4429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21479..25291</w:t>
      </w:r>
    </w:p>
    <w:p w14:paraId="0DB33FE1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30A65E06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/codon_start=1</w:t>
      </w:r>
    </w:p>
    <w:p w14:paraId="7971EA5D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2238D7FD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"https://www.ncbi.nlm.nih.gov/protein/2191620152" </w:instrText>
      </w: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4429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UKR23682.1</w:t>
      </w: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9C2D574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/translation="MFVFLVLLPLVSSQCVNLTTRTQLPPAYTNSFTRGVYYPDKVFR</w:t>
      </w:r>
    </w:p>
    <w:p w14:paraId="4283CD75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SSVLHSTQDLFLPFFSNVTWFHVISGTNGTKRFDNPVLPFNDGVYFASIEKSNIIRGW</w:t>
      </w:r>
    </w:p>
    <w:p w14:paraId="556DE755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IFGTTLDSKTQSLLIVNNATNVVIKVCEFQFCNDPFLDHKNNKSWMESEFRVYSSANN</w:t>
      </w:r>
    </w:p>
    <w:p w14:paraId="74507BF2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CTFEYVSQPFLMDLEGKQGNFKNLREFVFKNIDGYFKIYSKHTPIIVREPEDLPQGFS</w:t>
      </w:r>
    </w:p>
    <w:p w14:paraId="4EAFEB79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ALEPLVDLPIGINITRFQTLLALHRSYLTPGDSSSGWTAGAAAYYVGYLQPRTFLLKY</w:t>
      </w:r>
    </w:p>
    <w:p w14:paraId="4DE964D6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NENGTITDAVDCALDPLSETKCTLKSFTVEKGIYQTSNFRVQPTESIVRFPNITNLCP</w:t>
      </w:r>
    </w:p>
    <w:p w14:paraId="0DCE4474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FDEVFNATRFASVYAWNRKRISNCVADYSVLYNLAPFFTFKCYGVSPTKLNDLCFTNV</w:t>
      </w:r>
    </w:p>
    <w:p w14:paraId="3D24E065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YADSFVIRGDEVRQIAPGQTGNIADYNYKLPDDFTGCVIAWNSNKLDSKVSGNYNYLY</w:t>
      </w:r>
    </w:p>
    <w:p w14:paraId="4AC15CC1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RLFRKSNLKPFERDISTEIYQAGSKPCNGVAGFNCYFPLRSYSFRPTYGVGHQPYRVV</w:t>
      </w:r>
    </w:p>
    <w:p w14:paraId="77103EB0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VLSFELLHAPATVCGPKKSTNLVKNKCVNFNFNGLKGTGVLTESNKKFLPFQQFGRDI</w:t>
      </w:r>
    </w:p>
    <w:p w14:paraId="4541D954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ADTTDAVRDPQTLEILDITPCSFGGVSVITPGTNTSNQVAVLYQGVNCTEVPVAIHAD</w:t>
      </w:r>
    </w:p>
    <w:p w14:paraId="0A3B3ADE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QLTPTWRVYSTGSNVFQTRAGCLIGAEYVNNSYECDIPIGAGICASYQTQTKSHRRAR</w:t>
      </w:r>
    </w:p>
    <w:p w14:paraId="1D4E17D7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SVASQSIIAYTMSLGAENSVAYSNNSIAIPTNFTISVTTEILPVSMTKTSVDCTMYIC</w:t>
      </w:r>
    </w:p>
    <w:p w14:paraId="57F547A1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GDSTECSNLLLQYGSFCTQLKRALTGIAVEQDKNTQEVFAQVKQIYKTPPIKYFGGFN</w:t>
      </w:r>
    </w:p>
    <w:p w14:paraId="77C9D1FD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FSQILPDPSKPSKRSFIEDLLFNKVTLADAGFIKQYGDCLGDIAARDLICAQKFKGLT</w:t>
      </w:r>
    </w:p>
    <w:p w14:paraId="1489C356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VLPPLLTDEMIAQYTSALLAGTITSGWTFGAGAALQIPFAMQMAYRFNGIGVTQNVLY</w:t>
      </w:r>
    </w:p>
    <w:p w14:paraId="0417676E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ENQKLIANQFNSAIGKIQDSLSSTASALGKLQDVVNHNAQALNTLVKQLSSKFGAISS</w:t>
      </w:r>
    </w:p>
    <w:p w14:paraId="10E78862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VLNDIFSRLDKVEAEVQIDRLITGRLQSLQTYVTQQLIRAAEIRASANLAATKMSECV</w:t>
      </w:r>
    </w:p>
    <w:p w14:paraId="1D67CB88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LGQSKRVDFCGKGYHLMSFPQSAPHGVVFLHVTYVPAQEKNFTTAPAICHDGKAHFPR</w:t>
      </w:r>
    </w:p>
    <w:p w14:paraId="31F7CF2A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EGVFVSNGTHWFVTQRNFYEPQIITTDNTFVSGNCDVVIGIVNNTVYDPLQPELDSFK</w:t>
      </w:r>
    </w:p>
    <w:p w14:paraId="0AD33EED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EELDKYFKNHTSPDVDLGDISGINASVVNIQKEIDRLNEVAKNLNESLIDLQELGKYE</w:t>
      </w:r>
    </w:p>
    <w:p w14:paraId="6521B435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QYIKWPWYIWLGFIAGLIAIVMVTIMLCCMTSCCSCLKGCCSCGSCCKFDEDDSEPVL</w:t>
      </w:r>
    </w:p>
    <w:p w14:paraId="590B323D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KGVKLHYT"</w:t>
      </w:r>
    </w:p>
    <w:p w14:paraId="1D9337F6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"https://www.ncbi.nlm.nih.gov/nuccore/OM627701.1?from=25300&amp;to=26127" </w:instrText>
      </w: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4429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25300..26127</w:t>
      </w:r>
    </w:p>
    <w:p w14:paraId="33D69E20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4B7D0F96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"https://www.ncbi.nlm.nih.gov/nuccore/OM627701.1?from=25300&amp;to=26127" </w:instrText>
      </w: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4429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25300..26127</w:t>
      </w:r>
    </w:p>
    <w:p w14:paraId="17CBBECB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7E63284A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D0DA814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/product="ORF3a protein"</w:t>
      </w:r>
    </w:p>
    <w:p w14:paraId="4FF5D138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"https://www.ncbi.nlm.nih.gov/protein/2191620153" </w:instrText>
      </w: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4429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UKR23683.1</w:t>
      </w: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46835E6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/translation="MDLFMRIFTIGTVTLKQGEIKDATPSDFVRATATIPIQASLPFG</w:t>
      </w:r>
    </w:p>
    <w:p w14:paraId="4CE88941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WLIVGVALLAVFQSASKIITLKKRWQLALSKGVHFVCNLLLLFVTVYSHLLLVAAGLE</w:t>
      </w:r>
    </w:p>
    <w:p w14:paraId="0FE64E25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APFLYLYALVYFLQSINFVRIIMRLWLCWKCRSKNPLLYDANYFLCWHTNCYDYCIPY</w:t>
      </w:r>
    </w:p>
    <w:p w14:paraId="11509884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NSVTSSIVITSGDGTTSPISEHDYQIGGYTEKWESGVKDCVVLHSYFTSDYYQLYSTQ</w:t>
      </w:r>
    </w:p>
    <w:p w14:paraId="5BF7C6D5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LSTDTGVEHVTFFIYNKIVDEPEEHVQIHTIDGSSGVVNPVMEPIYDEPTTTTSVPL"</w:t>
      </w:r>
    </w:p>
    <w:p w14:paraId="4B93D323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"https://www.ncbi.nlm.nih.gov/nuccore/OM627701.1?from=26152&amp;to=26379" </w:instrText>
      </w: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4429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26152..26379</w:t>
      </w:r>
    </w:p>
    <w:p w14:paraId="0117C5ED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0810D145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"https://www.ncbi.nlm.nih.gov/nuccore/OM627701.1?from=26152&amp;to=26379" </w:instrText>
      </w: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4429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26152..26379</w:t>
      </w:r>
    </w:p>
    <w:p w14:paraId="0838F214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0BAB961D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/codon_start=1</w:t>
      </w:r>
    </w:p>
    <w:p w14:paraId="50AA9224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3AB548BB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"https://www.ncbi.nlm.nih.gov/protein/2191620154" </w:instrText>
      </w: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4429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UKR23684.1</w:t>
      </w: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7B40167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/translation="MYSFVSEEIGTLIVNSVLLFLAFVVFLLVTLAILTALRLCAYCC</w:t>
      </w:r>
    </w:p>
    <w:p w14:paraId="2FA6B398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2944ACA1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"https://www.ncbi.nlm.nih.gov/nuccore/OM627701.1?from=26430&amp;to=27098" </w:instrText>
      </w: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4429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26430..27098</w:t>
      </w:r>
    </w:p>
    <w:p w14:paraId="4A9F713B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61C7CEFB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"https://www.ncbi.nlm.nih.gov/nuccore/OM627701.1?from=26430&amp;to=27098" </w:instrText>
      </w: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4429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26430..27098</w:t>
      </w:r>
    </w:p>
    <w:p w14:paraId="495C5843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76B2DD73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6E6802F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13D06B36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"https://www.ncbi.nlm.nih.gov/protein/2191620155" </w:instrText>
      </w: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4429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UKR23685.1</w:t>
      </w: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DADABD1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/translation="MAGSNGTITVEELKKLLEEWNLVIGFLFLTWICLLQFAYANRNR</w:t>
      </w:r>
    </w:p>
    <w:p w14:paraId="4AA5496A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FLYIIKLIFLWLLWPVTLTCFVLAAVYRINWITGGIAIAMACLVGLMWLSYFIASFRL</w:t>
      </w:r>
    </w:p>
    <w:p w14:paraId="41FE5534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FARTRSMWSFNPETNILLNVPLHGTILTRPLLESELVIGAVILRGHLRIAGHHLGRCD</w:t>
      </w:r>
    </w:p>
    <w:p w14:paraId="551782BB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IKDLPKEITVATSRTLSYYKLGASQRVAGDSGFAAYSRYRIGNYKLNTDHSSSSDNIA</w:t>
      </w:r>
    </w:p>
    <w:p w14:paraId="01FF2DC8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LLVQ"</w:t>
      </w:r>
    </w:p>
    <w:p w14:paraId="358C1013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"https://www.ncbi.nlm.nih.gov/nuccore/OM627701.1?from=27109&amp;to=27294" </w:instrText>
      </w: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4429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27109..27294</w:t>
      </w:r>
    </w:p>
    <w:p w14:paraId="59516825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2315299C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"https://www.ncbi.nlm.nih.gov/nuccore/OM627701.1?from=27109&amp;to=27294" </w:instrText>
      </w: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4429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27109..27294</w:t>
      </w:r>
    </w:p>
    <w:p w14:paraId="7DEA1B29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1920FDC4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1B40413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120D0567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"https://www.ncbi.nlm.nih.gov/protein/2191620156" </w:instrText>
      </w: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4429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UKR23686.1</w:t>
      </w: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894F23F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251E2CB6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TENKYSQLDEEQPMEID"</w:t>
      </w:r>
    </w:p>
    <w:p w14:paraId="11A60315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"https://www.ncbi.nlm.nih.gov/nuccore/OM627701.1?from=27301&amp;to=27666" </w:instrText>
      </w: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4429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27301..27666</w:t>
      </w:r>
    </w:p>
    <w:p w14:paraId="28D1029D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755E0D89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"https://www.ncbi.nlm.nih.gov/nuccore/OM627701.1?from=27301&amp;to=27666" </w:instrText>
      </w: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4429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27301..27666</w:t>
      </w:r>
    </w:p>
    <w:p w14:paraId="343A2C11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36B96636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192FDE3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/product="ORF7a protein"</w:t>
      </w:r>
    </w:p>
    <w:p w14:paraId="7F229FE3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"https://www.ncbi.nlm.nih.gov/protein/2191620157" </w:instrText>
      </w: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4429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UKR23687.1</w:t>
      </w: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E5CD108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/translation="MKIILFLALITLATCELYHYQECVRGTTVLLKEPCSSGTYEGNS</w:t>
      </w:r>
    </w:p>
    <w:p w14:paraId="79CC182A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PFHPLADNKFALTCFSTQFAFACPDGVKHVYQLRARSVSPKLFIRQEEVQELYSPIFL</w:t>
      </w:r>
    </w:p>
    <w:p w14:paraId="25C7F1A1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028D7666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"https://www.ncbi.nlm.nih.gov/nuccore/OM627701.1?from=27663&amp;to=27794" </w:instrText>
      </w: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4429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27663..27794</w:t>
      </w:r>
    </w:p>
    <w:p w14:paraId="0803D06B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155F568B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"https://www.ncbi.nlm.nih.gov/nuccore/OM627701.1?from=27663&amp;to=27794" </w:instrText>
      </w: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4429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27663..27794</w:t>
      </w:r>
    </w:p>
    <w:p w14:paraId="0587C96A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45469135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F3D6819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31CF4DF7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/protein_id="</w:t>
      </w: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"https://www.ncbi.nlm.nih.gov/protein/2191620158" </w:instrText>
      </w: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4429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UKR23688.1</w:t>
      </w: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8EED01F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/translation="MIELSLIDFYLCFLAFLLFLVLIMLIIFWFSLELQDHNETCHA"</w:t>
      </w:r>
    </w:p>
    <w:p w14:paraId="7CB33BD4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"https://www.ncbi.nlm.nih.gov/nuccore/OM627701.1?from=27801&amp;to=28166" </w:instrText>
      </w: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4429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27801..28166</w:t>
      </w:r>
    </w:p>
    <w:p w14:paraId="030B3CEA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612C8B16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"https://www.ncbi.nlm.nih.gov/nuccore/OM627701.1?from=27801&amp;to=28166" </w:instrText>
      </w: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4429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27801..28166</w:t>
      </w:r>
    </w:p>
    <w:p w14:paraId="04E0C009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3D33D91C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91CD7B9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328C91CD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"https://www.ncbi.nlm.nih.gov/protein/2191620159" </w:instrText>
      </w: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4429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UKR23689.1</w:t>
      </w: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5C224C9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/translation="MKFLVFLGIITTVAAFHQECSLQSCTQHQPYVVDDPCPIHFYSK</w:t>
      </w:r>
    </w:p>
    <w:p w14:paraId="140A1F85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WYIRVGARKSAPLIELCVDEAGSKSPIQYIDIGNYTVSCLPFTINCQEPKLGSLVVRC</w:t>
      </w:r>
    </w:p>
    <w:p w14:paraId="6367E564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SFYEDFLEYHDVRVVLDFI"</w:t>
      </w:r>
    </w:p>
    <w:p w14:paraId="23D81063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"https://www.ncbi.nlm.nih.gov/nuccore/OM627701.1?from=28181&amp;to=29431" </w:instrText>
      </w: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4429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28181..29431</w:t>
      </w:r>
    </w:p>
    <w:p w14:paraId="32F95E63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23A6CD30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"https://www.ncbi.nlm.nih.gov/nuccore/OM627701.1?from=28181&amp;to=29431" </w:instrText>
      </w: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4429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28181..29431</w:t>
      </w:r>
    </w:p>
    <w:p w14:paraId="511A8061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00BBF032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4FA514E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520DFE72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"https://www.ncbi.nlm.nih.gov/protein/2191620160" </w:instrText>
      </w: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4429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UKR23690.1</w:t>
      </w: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DE729EF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/translation="MSDNGPQNQRNALRITFGGPSDSTGSNQNGGARSKQRRPQGLPN</w:t>
      </w:r>
    </w:p>
    <w:p w14:paraId="2840C3D1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NTASWFTALTQHGKEDLKFPRGQGVPINTNSSPDDQIGYYRRATRRIRGGDGKMKDLS</w:t>
      </w:r>
    </w:p>
    <w:p w14:paraId="57A4E47E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PRWYFYYLGTGPEAGLPYGANKDGIIWVATEGALNTPKDHIGTRNPANNAAIVLQLPQ</w:t>
      </w:r>
    </w:p>
    <w:p w14:paraId="6BDE9F1F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GTTLPKGFYAEGSRGGSQASSRSSSRSRNSSRNSTPGSSKRTSPARMAGNGGDAALAL</w:t>
      </w:r>
    </w:p>
    <w:p w14:paraId="568B50EF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LLLDRLNQLESKMSGKGQQQQGQTVTKKSAAEASKKPRQKRTATKAYNVTQAFGRRGP</w:t>
      </w:r>
    </w:p>
    <w:p w14:paraId="39ACD796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EQTQGNFGDQELIRQGTDYKHWPQIAQFAPSASAFFGMSRIGMEVTPSGTWLTYTGAI</w:t>
      </w:r>
    </w:p>
    <w:p w14:paraId="36D76B83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KLDDKDPNFKDQVILLNKHIDAYKTFPPTEPKKDKKKKADETQALPQRQKKQQTVTLL</w:t>
      </w:r>
    </w:p>
    <w:p w14:paraId="01444827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PAADLDDFSKQLQQSMSSADSTQA"</w:t>
      </w:r>
    </w:p>
    <w:p w14:paraId="33909F30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"https://www.ncbi.nlm.nih.gov/nuccore/OM627701.1?from=29456&amp;to=29572" </w:instrText>
      </w: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4429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29456..29572</w:t>
      </w:r>
    </w:p>
    <w:p w14:paraId="4E37D5EB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4F1689C6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"https://www.ncbi.nlm.nih.gov/nuccore/OM627701.1?from=29456&amp;to=29572" </w:instrText>
      </w: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4429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29456..29572</w:t>
      </w:r>
    </w:p>
    <w:p w14:paraId="2EB05A94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3E8FBDF3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B76F97B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/product="ORF10 protein"</w:t>
      </w:r>
    </w:p>
    <w:p w14:paraId="0E4DB43C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"https://www.ncbi.nlm.nih.gov/protein/2191620161" </w:instrText>
      </w: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4429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UKR23691.1</w:t>
      </w: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6081F63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/translation="MGYINVFAFPFTIYSLLLCRMNSRNYIAQVDVVNFNLT"</w:t>
      </w:r>
    </w:p>
    <w:p w14:paraId="10A8FEA5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"https://www.ncbi.nlm.nih.gov/nuccore/OM627701.1?from=29507&amp;to=29542" </w:instrText>
      </w: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4429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29507..29542</w:t>
      </w:r>
    </w:p>
    <w:p w14:paraId="3E3DC613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62E4A157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780E69A8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"https://www.ncbi.nlm.nih.gov/nuccore/OM627701.1?from=29527&amp;to=29555" </w:instrText>
      </w: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4429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29527..29555</w:t>
      </w:r>
    </w:p>
    <w:p w14:paraId="5BF8572D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61355102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2"</w:t>
      </w:r>
    </w:p>
    <w:p w14:paraId="557196A3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"https://www.ncbi.nlm.nih.gov/nuccore/OM627701.1?from=29626&amp;to=29666" </w:instrText>
      </w: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44299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29626..29666</w:t>
      </w:r>
    </w:p>
    <w:p w14:paraId="01ACCE0D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/note="Coronavirus 3' stem-loop II-like motif (s2m)"</w:t>
      </w:r>
    </w:p>
    <w:p w14:paraId="5D696C3D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306A3DC0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M627701.1"/>
      <w:bookmarkEnd w:id="4"/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aactttaaaa tctgtgtggc tgtcactcgg ctgcatgctt agtgcactca cgcagtataa</w:t>
      </w:r>
    </w:p>
    <w:p w14:paraId="76CFB435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ttaataacta attactgtcg ttgacaggac acgagtaact cgtctatctt ctgcaggctg</w:t>
      </w:r>
    </w:p>
    <w:p w14:paraId="19413DB5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cttacggttt cgtccgtgtt gcagccgatc atcagcacat ctaggttttg tccgggtgtg</w:t>
      </w:r>
    </w:p>
    <w:p w14:paraId="76E90452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accgaaaggt aagatggaga gccttgtccc tggtttcaac gagaaaacac acgtccaact</w:t>
      </w:r>
    </w:p>
    <w:p w14:paraId="6457A723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cagtttgcct gttttacagg ttcgcgacgt gctcgtacgt ggctttggag actccgtgga</w:t>
      </w:r>
    </w:p>
    <w:p w14:paraId="11B3D28B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ggaggtctta tcagaggcac gtcaacatct taaagatggc acttgtggct tagtagaagt</w:t>
      </w:r>
    </w:p>
    <w:p w14:paraId="3AA0D665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tgaaaaaggc gttttgcctc aacttgaaca gccctatgtg ttcatcaaac gttcggatgc</w:t>
      </w:r>
    </w:p>
    <w:p w14:paraId="474DA780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 421 tcgaactgca cctcatggtc atgttatggt tgagctggta gcagaactcg aaggcattca</w:t>
      </w:r>
    </w:p>
    <w:p w14:paraId="091FA5EE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gtacggtcgt agtggtgaga cacttggtgt ccttgtccct catgtgggcg aaataccagt</w:t>
      </w:r>
    </w:p>
    <w:p w14:paraId="1E2D596E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ggcttaccgc aaggttcttc ttcgtaagaa cggtaataaa ggagctggtg gccatagtta</w:t>
      </w:r>
    </w:p>
    <w:p w14:paraId="4CCC8CC1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cggcgccgat ctaaagtcat ttgacttagg cgacgagctt ggcactgatc cttatgaaga</w:t>
      </w:r>
    </w:p>
    <w:p w14:paraId="5E40A001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ttttcaagaa aactggaaca ctaaacatag cagtggtgtt acccgtgaac tcatgcgtga</w:t>
      </w:r>
    </w:p>
    <w:p w14:paraId="704722AC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gcttaacgga ggggcataca ctcgctatgt cgataacaac ttctgtggcc ctgatggcta</w:t>
      </w:r>
    </w:p>
    <w:p w14:paraId="740A184B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ccctcttgag tgcattaaag accttctagc acgtgctggt aaagcttcat gcactttgtc</w:t>
      </w:r>
    </w:p>
    <w:p w14:paraId="4252E02B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 841 cgaacaactg gactttattg acactaagag gggtgtatac tgctgccgtg aacatgagca</w:t>
      </w:r>
    </w:p>
    <w:p w14:paraId="006EB342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tgaaattgct tggtacacgg aacgttctga aaagagctat gaattgcaga caccttttga</w:t>
      </w:r>
    </w:p>
    <w:p w14:paraId="31DF9217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aattaaattg gcaaagaaat ttgacacctt caatggggaa tgtccaaatt ttgtatttcc</w:t>
      </w:r>
    </w:p>
    <w:p w14:paraId="68F44F26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cttaaattcc ataatcaaga ctattcaacc aagggttgaa aagaaaaagc ttgatggctt</w:t>
      </w:r>
    </w:p>
    <w:p w14:paraId="7F8D657E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1081 tatgggtaga attcgatctg tctatccagt tgcgtcacca aatgaatgca accaaatgtg</w:t>
      </w:r>
    </w:p>
    <w:p w14:paraId="6E7B7E85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cctttcaact ctcatgaagt gtgatcattg tggtgaaact tcatggcaga cgggcgattt</w:t>
      </w:r>
    </w:p>
    <w:p w14:paraId="12B195F3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tgttaaagcc acttgcgaat tttgtggcac tgagaatttg actaaagaag gtgccactac</w:t>
      </w:r>
    </w:p>
    <w:p w14:paraId="41D258D4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ttgtggttac ttaccccaaa atgctgttgt taaaatttat tgtccagcat gtcacaattc</w:t>
      </w:r>
    </w:p>
    <w:p w14:paraId="3DA696C8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agaagtagga cctgagcata gtcttgccga ataccataat gaatctggct tgaaaaccat</w:t>
      </w:r>
    </w:p>
    <w:p w14:paraId="3AF3415C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tcttcgtaag ggtggtcgca ctattgcctt tggaggctgt gtgttctctt atgttggttg</w:t>
      </w:r>
    </w:p>
    <w:p w14:paraId="211F43EF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ccataacaag tgtgcctatt gggttccacg tgctagcgct aacataggtt gtaaccatac</w:t>
      </w:r>
    </w:p>
    <w:p w14:paraId="477DF5AD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aggtgttgtt ggagaaggtt ccgaaggtct taatgacaac cttcttgaaa tactccaaaa</w:t>
      </w:r>
    </w:p>
    <w:p w14:paraId="4646BD1F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agagaaagtc aacatcaata ttgttggtga ctttaaactt aatgaagaga tcgccattat</w:t>
      </w:r>
    </w:p>
    <w:p w14:paraId="22D22ED9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tttggcatct ttttctgctt ccacaagtgc ttttgtggaa actgtgaaag gtttggatta</w:t>
      </w:r>
    </w:p>
    <w:p w14:paraId="745BF37A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1681 taaagcattc aaacaaattg ttgaatcctg tggtaatttt aaagttacaa aaggaaaagc</w:t>
      </w:r>
    </w:p>
    <w:p w14:paraId="06987574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taaaaaaggt gcctggaata ttggtgaaca gaaatcaata ctgagtcctc tttatgcatt</w:t>
      </w:r>
    </w:p>
    <w:p w14:paraId="21DE866F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tgcatcagag gctgctcgtg ttgtacgatc aattttctcc cgcactcttg aaactgctca</w:t>
      </w:r>
    </w:p>
    <w:p w14:paraId="70D81901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aaattctgtg cgtgttttac agaaggccgc tataacaata ctagatggaa tttcacagta</w:t>
      </w:r>
    </w:p>
    <w:p w14:paraId="2D441C8C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ttcactgaga ctcattgatg ctatgatgtt cacatctgat ttggctacta acaatctagt</w:t>
      </w:r>
    </w:p>
    <w:p w14:paraId="2907F0F7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tgtaatggcc tacattacag gtggtgttgt tcagttgact tcgcagtggc taactaacat</w:t>
      </w:r>
    </w:p>
    <w:p w14:paraId="30B3FFDC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ctttggcact gtttatgaaa aactcaaacc cgtccttgat tggcttgaag agaagtttaa</w:t>
      </w:r>
    </w:p>
    <w:p w14:paraId="046B6362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ggaaggtgta gagtttctta gagacggttg ggaaattgtt aaatttatct caacctgtgc</w:t>
      </w:r>
    </w:p>
    <w:p w14:paraId="26D04C84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ttgtgaaatt gtcggtggac aaattgtcac ctgtgcaaag gaaattaagg agagtgttca</w:t>
      </w:r>
    </w:p>
    <w:p w14:paraId="20143A59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gacattcttt aagcttgtaa ataaattttt ggctttgtgt gctgactcta tcattattgg</w:t>
      </w:r>
    </w:p>
    <w:p w14:paraId="430F2C5E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tggagctaaa cttaaagcct tgaatttagg tgaaacattt gtcacgcact caaagggatt</w:t>
      </w:r>
    </w:p>
    <w:p w14:paraId="3825E94A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gtacagaaag tgtgttaaat ccagagaaga aactggccta ctcatgcctc taaaagcccc</w:t>
      </w:r>
    </w:p>
    <w:p w14:paraId="21739F3D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2401 aaaagaaatt atcttcttag agggagaaac acttcccaca gaagtgttaa cagaggaagt</w:t>
      </w:r>
    </w:p>
    <w:p w14:paraId="6BB0BB74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tgtcttgaaa actggtgatt tacaaccatt agaacaacct actagtgaag ctgttgaagc</w:t>
      </w:r>
    </w:p>
    <w:p w14:paraId="7614383D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tccattggtt ggtacaccag tttgtattaa cgggcttatg ttgctcgaaa tcaaagacac</w:t>
      </w:r>
    </w:p>
    <w:p w14:paraId="00BE79F8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agaaaagtac tgtgcccttg cacctaatat gatggtaaca aacaatacct tcacactcaa</w:t>
      </w:r>
    </w:p>
    <w:p w14:paraId="2659D1AC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aggcggtgca ccaacaaagg ttacttttgg tgatgacact gtgatagaag tgcaaggtta</w:t>
      </w:r>
    </w:p>
    <w:p w14:paraId="5ECD7E43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caagagtgtg aatatcactt ttgaacttga tgaaaggatt gataaagtac ttaatgagag</w:t>
      </w:r>
    </w:p>
    <w:p w14:paraId="0C71C053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gtgctctgcc tatacagttg aactcggtac agaagtaaat gagttcgcct gtgttgtggc</w:t>
      </w:r>
    </w:p>
    <w:p w14:paraId="02EBE235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agatgctgtt ataaaaactt tgcaaccagt atctgaatta cttacaccac tgggcattga</w:t>
      </w:r>
    </w:p>
    <w:p w14:paraId="2E51CB9E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tttagatgag tggagtatgg ctacatacta cttatttgat gagtctggtg agtttaaatt</w:t>
      </w:r>
    </w:p>
    <w:p w14:paraId="12FD475E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ggcttcacat atgtattgtt ctttttaccc tccagatgag gatgaagaag aaggtgattg</w:t>
      </w:r>
    </w:p>
    <w:p w14:paraId="19A798E6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tgaagaagaa gagtttgagc catcaactca atatgagtat ggtactgaag atgattacca</w:t>
      </w:r>
    </w:p>
    <w:p w14:paraId="4DA1686D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aggtaaacct ttggaatttg gtgccacttc tgctgctctt caacctgaag aagagcaaga</w:t>
      </w:r>
    </w:p>
    <w:p w14:paraId="442FF244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agaagattgg ttagatgatg atagtcaaca aactgttggt caacaagacg gcagtgagga</w:t>
      </w:r>
    </w:p>
    <w:p w14:paraId="7E6DFE48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caatcagaca actactattc aaacaattgt tgaggttcaa cctcaattag agatggaact</w:t>
      </w:r>
    </w:p>
    <w:p w14:paraId="5CC0F95B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tacaccagtt gttcagacta ttgaagtgaa tagttttagt ggttatttaa aacttactga</w:t>
      </w:r>
    </w:p>
    <w:p w14:paraId="722AF2CB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caatgtatac attaaaaatg cagacattgt ggaagaagct aaaaaggtaa aaccaacagt</w:t>
      </w:r>
    </w:p>
    <w:p w14:paraId="74B154AC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3361 ggttgttaat gcagccaatg tttaccttaa acatggagga ggtgttgcag gagccttaaa</w:t>
      </w:r>
    </w:p>
    <w:p w14:paraId="520A3F4C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taaggctact aacaatgcca tgcaagttga atctgatgat tacatagcta ctaatggacc</w:t>
      </w:r>
    </w:p>
    <w:p w14:paraId="6E2B2757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acttaaagtg ggtggtagtt gtgttttaag cggacacaat cttgctaaac actgtcttca</w:t>
      </w:r>
    </w:p>
    <w:p w14:paraId="0891218E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tgttgtcggc ccaaatgtta acaaaggtga agacattcaa cttcttaaga gtgcttatga</w:t>
      </w:r>
    </w:p>
    <w:p w14:paraId="42C0FC42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3601 aaattttaat cagcacgaag ttctacttgc accattatta tcagctggta tttttggtgc</w:t>
      </w:r>
    </w:p>
    <w:p w14:paraId="009A483F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tgaccctata cattctttaa gagtttgtgt agatactgtt cgcacaaatg tctacttagc</w:t>
      </w:r>
    </w:p>
    <w:p w14:paraId="39D24B50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tgtctttgat aaaaatctct atgacaaact tgtttcaagc tttttggaaa tgaagagtga</w:t>
      </w:r>
    </w:p>
    <w:p w14:paraId="53A01F45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aaagcaagtt gaacaaaaga tcgctgagat tcctaaagag gaagttaagc catttataac</w:t>
      </w:r>
    </w:p>
    <w:p w14:paraId="40DC6BE3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tgaaagtaaa ccttcagttg aacagagaaa acaagatgat aagaaaatca aagcttgtgt</w:t>
      </w:r>
    </w:p>
    <w:p w14:paraId="6323CACA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tgaagaagtt acaacaactc tggaagaaac taagttcctc acagaaaact tgttacttta</w:t>
      </w:r>
    </w:p>
    <w:p w14:paraId="6F2793BA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tattgacatt aatggcaatc ttcatccaga ttctgccact cttgttagtg acattgacat</w:t>
      </w:r>
    </w:p>
    <w:p w14:paraId="5C5B396F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cactttctta aagaaagatg ctccatatat agtgggtgat gttgttcaag agggtgtttt</w:t>
      </w:r>
    </w:p>
    <w:p w14:paraId="32B742B3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aactgctgtg gttataccta ctaaaaaggc tggtggcact actgaaatgc tagcgaaagc</w:t>
      </w:r>
    </w:p>
    <w:p w14:paraId="3B868BAB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tttgagaaaa gtgccaacag acaattatat aaccacttac ccgggtcagg gtttaaatgg</w:t>
      </w:r>
    </w:p>
    <w:p w14:paraId="33A8F344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4201 ttacactgta gaggaggcaa agacagtgct taaaaagtgt aaaagtgcct tttacattct</w:t>
      </w:r>
    </w:p>
    <w:p w14:paraId="738950DD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accatctatt atctctaatg agaagcaaga aattcttgga actgtttctt ggaatttgcg</w:t>
      </w:r>
    </w:p>
    <w:p w14:paraId="75F03454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agaaatgctt gcacatgcag aagaaacacg caaattaatg cctgtctgtg tggaaactaa</w:t>
      </w:r>
    </w:p>
    <w:p w14:paraId="1B147912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agccatagtt tcaactatac agcgtaaata taagggtatt aaaatacaag agggtgtggt</w:t>
      </w:r>
    </w:p>
    <w:p w14:paraId="7B75796F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tgattatggt gctagatttt acttttacac cagtaaaaca actgtagcgt cacttatcaa</w:t>
      </w:r>
    </w:p>
    <w:p w14:paraId="64C0859E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cacacttaac gatctaaatg aaactcttgt tacaatgcca cttggctatg taacacatgg</w:t>
      </w:r>
    </w:p>
    <w:p w14:paraId="48D2E6A0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cttaaatttg gaagaagctg ctcggtatat gagatctctc aaagtgccag ctacagtttc</w:t>
      </w:r>
    </w:p>
    <w:p w14:paraId="5DE65500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tgtttcttca cctgatgctg ttacagcgta taatggttat cttacttctt cttctaaaac</w:t>
      </w:r>
    </w:p>
    <w:p w14:paraId="6857C8C6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acctgaagaa cattttattg aaaccatctc acttgctggt tcctataaag attggtccta</w:t>
      </w:r>
    </w:p>
    <w:p w14:paraId="0ABE43BA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ttctggacaa tctacacaac taggtataga atttcttaag agaggtgata aaagtgtata</w:t>
      </w:r>
    </w:p>
    <w:p w14:paraId="4038EA59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ttacactagt aatcctacca cattccacct agatggtgaa gttatcacct ttgacaatct</w:t>
      </w:r>
    </w:p>
    <w:p w14:paraId="62831F83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taagacactt ctttctttga gagaagtgag gactattaag gtgtttacaa cagtagacaa</w:t>
      </w:r>
    </w:p>
    <w:p w14:paraId="5B5CD3DB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4921 cattaacctc cacacgcaag ttgtggacat gtcaatgaca tatggacaac agtttggtcc</w:t>
      </w:r>
    </w:p>
    <w:p w14:paraId="13386EA6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aacttatttg gatggagctg atgttactaa aataaaacct cataattcac atgaaggtaa</w:t>
      </w:r>
    </w:p>
    <w:p w14:paraId="76F993F8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aacattttat gttttaccta atgatgacac tctacgtgtt gaggcttttg agtactacca</w:t>
      </w:r>
    </w:p>
    <w:p w14:paraId="5FAE7DBD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cacaactgat cctagttttc tgggtaggta tatgtcagca ttaaatcaca ctaaaaagtg</w:t>
      </w:r>
    </w:p>
    <w:p w14:paraId="441AA42F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gaaataccca caagttaatg gtttaacttc tattaaatgg gcagataaca actgttatct</w:t>
      </w:r>
    </w:p>
    <w:p w14:paraId="4D1987D3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tgccactgca ttgttaacac tccaacaaat agagttgaag tttaatccac ctgctctaca</w:t>
      </w:r>
    </w:p>
    <w:p w14:paraId="677C80F1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agatgcttat tacagagcaa gggctggtga agcggctaac ttttgtgcac ttatcttagc</w:t>
      </w:r>
    </w:p>
    <w:p w14:paraId="2E6B8ED8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ctactgtaat aagacagtag gtgagttagg tgatgttaga gaaacaatga gttacttgtt</w:t>
      </w:r>
    </w:p>
    <w:p w14:paraId="6F53C085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tcaacatgcc aatttagatt cttgcaaaag agtcttgaac gtggtgtgta aaacttgtgg</w:t>
      </w:r>
    </w:p>
    <w:p w14:paraId="7B0D962A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5461 acaacagcag acaaccctta agggtgtaga agctgttatg tacatgggca cactttctta</w:t>
      </w:r>
    </w:p>
    <w:p w14:paraId="5346C02B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tgaacaattt aagaaaggtg ttcagatacc ttgtacgtgt ggtaaacaag ctacaaaata</w:t>
      </w:r>
    </w:p>
    <w:p w14:paraId="5C4715A6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tctagtacaa caggagtcac cttttgttat gatgtcagca ccacctgctc agtatgaact</w:t>
      </w:r>
    </w:p>
    <w:p w14:paraId="2E166DF4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taagcatggt acatttactt gtgctagtga gtacactggt aattaccagt gtggtcacta</w:t>
      </w:r>
    </w:p>
    <w:p w14:paraId="2D84EBA7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taaacatata acttctaaag aaactttgta ttgcatagac ggtgctttac ttacaaagtc</w:t>
      </w:r>
    </w:p>
    <w:p w14:paraId="5F51407B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ctcagaatac aaaggtccta ttacggatgt tttctacaaa gaaaacagtt acacaacaac</w:t>
      </w:r>
    </w:p>
    <w:p w14:paraId="4B238E38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cataaaacca gttacttata aattggatgg tgttgtttgt acagaaattg accctaagtt</w:t>
      </w:r>
    </w:p>
    <w:p w14:paraId="2E13C486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5881 ggacaattat tataagaaag acaattctta tttcacagag caaccaattg atcttgtacc</w:t>
      </w:r>
    </w:p>
    <w:p w14:paraId="47671BC6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aaaccaacca tatccaaacg caagcttcga taattttaag tttgtatgtg ataatatcaa</w:t>
      </w:r>
    </w:p>
    <w:p w14:paraId="59A165A0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atttgctgat gatttaaacc agttaactgg ttataagaaa cctgcttcaa gagagcttaa</w:t>
      </w:r>
    </w:p>
    <w:p w14:paraId="1FC49E24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agttacattt ttccctgact taaatggtga tgtggtggct attgattata aacactacac</w:t>
      </w:r>
    </w:p>
    <w:p w14:paraId="54F39DF3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6121 accctctttt aagaaaggag ctaaattgtt acataaacct attgtttggc atgttaacaa</w:t>
      </w:r>
    </w:p>
    <w:p w14:paraId="20FF4913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tgcaactaat aaagccacgt ataaaccaaa tacctggtgt atacgttgtc tttggagcac</w:t>
      </w:r>
    </w:p>
    <w:p w14:paraId="7CA3108D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aaaaccagtt gaaacatcaa attcgtttga tgtactgaag tcagaggacg cgcagggaat</w:t>
      </w:r>
    </w:p>
    <w:p w14:paraId="16BEE956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ggataatctt gcctgcgaag atctaaaacc agtctctgaa gaagtagtgg aaaatcctac</w:t>
      </w:r>
    </w:p>
    <w:p w14:paraId="350A4250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catacagaaa gacgttcttg agtgtaatgt gaaaactacc gaagttgtag gagacattat</w:t>
      </w:r>
    </w:p>
    <w:p w14:paraId="659EC822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acttaaacca gcaaataata taaaaattac agaagaggtt ggccacacag atctaatggc</w:t>
      </w:r>
    </w:p>
    <w:p w14:paraId="1770AEB9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tgcttatgta gacaattcta gtcttactat taagaaacct aatgaattat ctagagtatt</w:t>
      </w:r>
    </w:p>
    <w:p w14:paraId="58EBB809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aggtttgaaa acccttgcta ctcatggttt agctgctgtt aatagtgtcc cttgggatac</w:t>
      </w:r>
    </w:p>
    <w:p w14:paraId="66002063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tatagctaat tatgctaagc cttttcttaa caaagttgtt agtacaacta ctaacatagt</w:t>
      </w:r>
    </w:p>
    <w:p w14:paraId="2DE75E1E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tacacggtgt ttaaaccgtg tttgtactaa ttatatgcct tatttcttta ctttattgct</w:t>
      </w:r>
    </w:p>
    <w:p w14:paraId="20126ACF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6721 acaattgtgt acttttacta gaagtacaaa ttctagaatt aaagcatcta tgccgactac</w:t>
      </w:r>
    </w:p>
    <w:p w14:paraId="7D984CBB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tatagcaaag aatactgtta agagtgtcgg taaattttgt ctagaggctt catttaatta</w:t>
      </w:r>
    </w:p>
    <w:p w14:paraId="56C4915A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tttgaagtca cctaattttt ctaaactgat aaatattata atttggtttt tactattaag</w:t>
      </w:r>
    </w:p>
    <w:p w14:paraId="4E09076E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tgtttgccta ggttctttaa tctactcaac cgctgcttta ggtgttttaa tgtctaattt</w:t>
      </w:r>
    </w:p>
    <w:p w14:paraId="4B6EE9B7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aggcatgcct tcttactgta ctggttacag agaaggctat ttgaactcta ctaatgtcac</w:t>
      </w:r>
    </w:p>
    <w:p w14:paraId="7908FAC0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tattgcaacc tactgtactg gttctatacc ttgtagtgtt tgtcttagtg gtttagattc</w:t>
      </w:r>
    </w:p>
    <w:p w14:paraId="68889FD1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tttagacacc tatccttctt tagaaactat acaaattacc atttcatctt ttaaatggga</w:t>
      </w:r>
    </w:p>
    <w:p w14:paraId="5C680FBB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tttaactgct tttggcttag ttgcagagtg gtttttggca tatattcttt tcactaggtt</w:t>
      </w:r>
    </w:p>
    <w:p w14:paraId="1F306DF9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tttctatgta cttggattgg ctgcaatcat gcaattgttt ttcagctatt ttgcagtaca</w:t>
      </w:r>
    </w:p>
    <w:p w14:paraId="1FF7B8A9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ttttattagt aattcttggc ttatgtggtt aataattaat cttgtacaaa tggccccgat</w:t>
      </w:r>
    </w:p>
    <w:p w14:paraId="7D73DEA4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ttcagctatg gttagaatgt acatcttctt tgcatcattt tattatgtat ggaaaagtta</w:t>
      </w:r>
    </w:p>
    <w:p w14:paraId="61314312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tgtgcatgtt gtagacggtt gtaattcatc aacttgtatg atgtgttaca aacgtaatag</w:t>
      </w:r>
    </w:p>
    <w:p w14:paraId="39E6EF5E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7441 agcaacaaga gtcgaatgta caactattgt taatggtgtt agaaggtcct tttatgtcta</w:t>
      </w:r>
    </w:p>
    <w:p w14:paraId="6B79BD37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tgctaatgga ggtaaaggct tttgcaaact acacaattgg aattgtgtta attgtgatac</w:t>
      </w:r>
    </w:p>
    <w:p w14:paraId="385CDF8A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attctgtgct ggtagtacat ttattagtga tgaagttgcg agagacttgt cactacagtt</w:t>
      </w:r>
    </w:p>
    <w:p w14:paraId="5DF89503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taaaagacca ataaatccta ctgaccagtc ttcttacatc gttgatagtg ttacagtgaa</w:t>
      </w:r>
    </w:p>
    <w:p w14:paraId="247972CD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gaatggttcc atccatcttt actttgataa agctggtcaa aagacttatg aaagacattc</w:t>
      </w:r>
    </w:p>
    <w:p w14:paraId="6235ECBA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tctctctcat tttgttaact tagacaacct gagagctaat aacactaaag gttcattgcc</w:t>
      </w:r>
    </w:p>
    <w:p w14:paraId="49C775A2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tattaatgtt atagtttttg atggtaaatc aaaatgtgaa gaatcatctg caaaatcagc</w:t>
      </w:r>
    </w:p>
    <w:p w14:paraId="03F8AE6F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gtctgtttac tacagtcagc ttatgtgtca acctatactg ttactagatc aggcattagt</w:t>
      </w:r>
    </w:p>
    <w:p w14:paraId="76487EFC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gtctgatgtt ggtgatagtg cggaagttgc agttaaaatg tttgatgctt acgttaatac</w:t>
      </w:r>
    </w:p>
    <w:p w14:paraId="563C7F42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gttttcatca acttttaacg taccaatgga aaaactcaaa acactagttg caactgcaga</w:t>
      </w:r>
    </w:p>
    <w:p w14:paraId="69EAEE9A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agctgaactt gcaaagaatg tgtccttaga caatgtctta tctactttta tttcagcagc</w:t>
      </w:r>
    </w:p>
    <w:p w14:paraId="74D06BCC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tcggcaaggg tttgttgatt cagatgtaga aactaaagat gttgttgaat gtcttaaatt</w:t>
      </w:r>
    </w:p>
    <w:p w14:paraId="7AC479DA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gtcacatcaa tctgacatag aagttactgg cgatagttgt aataactata tgctcaccta</w:t>
      </w:r>
    </w:p>
    <w:p w14:paraId="5E838D11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taacaaagtt gaaaacatga caccccgtga ccttggtgct tgtattgact gtagtgcgcg</w:t>
      </w:r>
    </w:p>
    <w:p w14:paraId="77C79C2A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tcatattaat gcgcaggtag caaaaagtca caacattact ttgatatgga acgttaaaga</w:t>
      </w:r>
    </w:p>
    <w:p w14:paraId="3FBEF30A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tttcatgtca ttgtctgaac aactacgaaa acaaatacgt agtgctgcta aaaagaataa</w:t>
      </w:r>
    </w:p>
    <w:p w14:paraId="1B7EA32C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8401 cttacctttt aagttgacat gtgcaactac tagacaagtt gttaatgttg taacaacaaa</w:t>
      </w:r>
    </w:p>
    <w:p w14:paraId="64468EF9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gatagcactt aagggtggta aaattgttaa taattggttg aagcagttaa ttaaagttac</w:t>
      </w:r>
    </w:p>
    <w:p w14:paraId="01E7C4F2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acttgtgttc ctttttgttg ctgctatttt ctatttaata acacctgttc atgtcatgtc</w:t>
      </w:r>
    </w:p>
    <w:p w14:paraId="337B2D44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taaacatact gacttttcaa gtgaaatcat aggatacaag gctattgatg gtggtgtcac</w:t>
      </w:r>
    </w:p>
    <w:p w14:paraId="178449C6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8641 tcgtgacata gcatctacag atacttgttt tgctaacaaa catgctgatt ttgacacatg</w:t>
      </w:r>
    </w:p>
    <w:p w14:paraId="490EE0A9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gtttagccag cgtggtggta gttatactaa tgacaaagct tgcccattga ttgctgcagt</w:t>
      </w:r>
    </w:p>
    <w:p w14:paraId="5ACD81EB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cataacaaga gaagtgggtt ttgtcgtgcc tggtttgcct ggcacgatat tacgcacaac</w:t>
      </w:r>
    </w:p>
    <w:p w14:paraId="18FDFC00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taatggtgac tttttgcatt tcttacctag agtttttagt gcagttggta acatctgtta</w:t>
      </w:r>
    </w:p>
    <w:p w14:paraId="62B9477E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cacaccatca aaacttatag agtacactga ctttgcaaca tcagcttgtg ttttggctgc</w:t>
      </w:r>
    </w:p>
    <w:p w14:paraId="78F88F27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tgaatgtaca atttttaaag atgcttctgg taagccagta ccatattgtt atgataccaa</w:t>
      </w:r>
    </w:p>
    <w:p w14:paraId="7298B7F6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tgtactagaa ggttctgttg cttatgaaag tttacgccct gacacacgtt atgtgctcat</w:t>
      </w:r>
    </w:p>
    <w:p w14:paraId="67D64EAD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ggatggctct attattcaat ttcctaacac ctaccttgaa ggttctgtta gagtggtaac</w:t>
      </w:r>
    </w:p>
    <w:p w14:paraId="23953BDC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aacttttgat tctgagtact gtaggcacgg cacttgtgaa agatcagaag ctggtgtttg</w:t>
      </w:r>
    </w:p>
    <w:p w14:paraId="2F2627D0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tgtatctact agtggtagat gggtacttaa caatgattat tacagatctt taccaggagt</w:t>
      </w:r>
    </w:p>
    <w:p w14:paraId="65D21593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9241 tttctgtggt gtagatgctg taaatttact tactaatatg tttacaccac taattcaacc</w:t>
      </w:r>
    </w:p>
    <w:p w14:paraId="47929F63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tattggtgct ttggacatat cagcatctat agtagctggt ggtattgtag ctatcgtagt</w:t>
      </w:r>
    </w:p>
    <w:p w14:paraId="5EF983E3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aacatgcctt gcctactatt ttatgaggtt tagaagagct tttggtgaat acagtcatgt</w:t>
      </w:r>
    </w:p>
    <w:p w14:paraId="25457D06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agttgccttt aatactttac tattccttat gtcattcact gtactctgtt taacaccagt</w:t>
      </w:r>
    </w:p>
    <w:p w14:paraId="75DA15AF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ttactcattc ttacctggtg tttattctgt tatttacttg tacttgacat tttatcttac</w:t>
      </w:r>
    </w:p>
    <w:p w14:paraId="4A7ED7DB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taatgatgtt tcttttttag cacatattca gtggatggtt atgttcacac ctttagtacc</w:t>
      </w:r>
    </w:p>
    <w:p w14:paraId="7F2BBB01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tttctggata acaattgctt atatcatttg tatttccaca aagcatttct attggttctt</w:t>
      </w:r>
    </w:p>
    <w:p w14:paraId="4BB21C62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tagtaattac ctaaagagac gtgtagtctt taatggtgtt tcctttagta cttttgaaga</w:t>
      </w:r>
    </w:p>
    <w:p w14:paraId="0AF7C1BB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agctgcgctg tgcacctttt tgttaaataa agaaatgtat ctaaagttgc gtagtgatgt</w:t>
      </w:r>
    </w:p>
    <w:p w14:paraId="5DCFEC83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gctattacct cttacgcaat ataatagata cttagctctt tataataagt acaagtattt</w:t>
      </w:r>
    </w:p>
    <w:p w14:paraId="0CB145AB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tagtggagca atggatacaa ctagctacag agaagctgct tgttgtcatc tcgcaaaggc</w:t>
      </w:r>
    </w:p>
    <w:p w14:paraId="07CA7011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tctcaatgac ttcagtaact caggttctga tgttctttac caaccaccac aaatctctat</w:t>
      </w:r>
    </w:p>
    <w:p w14:paraId="7C39DF77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9961 cacctcagct gttttgcaga gtggttttag aaaaatggca ttcccatctg gtaaagttga</w:t>
      </w:r>
    </w:p>
    <w:p w14:paraId="533EC746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gggttgtatg gtacaagtaa cttgtggtac aactacactt aacggtcttt ggcttgatga</w:t>
      </w:r>
    </w:p>
    <w:p w14:paraId="2A6FA9C3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cgtagtttac tgtccaagac atgtgatctg cacctctgaa gacatgctta accctaatta</w:t>
      </w:r>
    </w:p>
    <w:p w14:paraId="18D075CF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tgaagattta ctcattcgta agtctaatca taatttcttg gtacaggctg gtaatgttca</w:t>
      </w:r>
    </w:p>
    <w:p w14:paraId="1044431F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actcagggtt attggacatt ctatgcaaaa ttgtgtactt aagcttaagg ttgatacagc</w:t>
      </w:r>
    </w:p>
    <w:p w14:paraId="25CFA33A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caatcctaag acacctaagt ataagtttgt tcgcattcaa ccaggacaga ctttttcagt</w:t>
      </w:r>
    </w:p>
    <w:p w14:paraId="29B5ACEE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gttagcttgt tacaatggtt caccatctgg tgtttaccaa tgtgctatga ggcacaattt</w:t>
      </w:r>
    </w:p>
    <w:p w14:paraId="39B7FD87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cactattaag ggttcattcc ttaatggttc atgtggtagt gttggtttta acatagatta</w:t>
      </w:r>
    </w:p>
    <w:p w14:paraId="6286006E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tgactgtgtc tctttttgtt acatgcacca tatggaatta ccaactggag ttcatgctgg</w:t>
      </w:r>
    </w:p>
    <w:p w14:paraId="49CB5460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cacagactta gaaggtaact tttatggacc ttttgttgac aggcaaacag cacaagcagc</w:t>
      </w:r>
    </w:p>
    <w:p w14:paraId="1870CD9B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tggtacggac acaactatta cagttaatgt tttagcttgg ttgtacgctg ctgttataaa</w:t>
      </w:r>
    </w:p>
    <w:p w14:paraId="3A8C67E9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tggagacagg tggtttctca atcgatttac cacaactctt aatgacttta accttgtggc</w:t>
      </w:r>
    </w:p>
    <w:p w14:paraId="377B1CC1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tatgaagtac aattatgaac ctctaacaca agaccatgtt gacatactag gacctctttc</w:t>
      </w:r>
    </w:p>
    <w:p w14:paraId="090ADA0E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tgctcaaact ggaattgccg ttttagatat gtgtgcttca ttaaaagaat tactgcaaaa</w:t>
      </w:r>
    </w:p>
    <w:p w14:paraId="005BF892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tggtatgaat ggacgtacca tattgggtag tgctttatta gaagatgaat ttacaccttt</w:t>
      </w:r>
    </w:p>
    <w:p w14:paraId="635BB654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tgatgttgtt agacaatgct caggtgttac tttccaaagt gcagtgaaaa gaacaatcaa</w:t>
      </w:r>
    </w:p>
    <w:p w14:paraId="506EA4AF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10921 gggtacacac cactggttgt tactcacaat tttgacttca cttttagttt tagtccagag</w:t>
      </w:r>
    </w:p>
    <w:p w14:paraId="3FB0B294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tactcaatgg tctttgttct tttttttgta tgaaaatgcc tttttacctt ttgctatggg</w:t>
      </w:r>
    </w:p>
    <w:p w14:paraId="78BFABE8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tattattgct atgtctgctt ttgcaatgat gtttgtcaaa cataagcatg catttctctg</w:t>
      </w:r>
    </w:p>
    <w:p w14:paraId="6C32E2CF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tttgtttttg ttaccttctc ttgccactgt agcttatttt aatatggtct atatgcctgc</w:t>
      </w:r>
    </w:p>
    <w:p w14:paraId="7733FF08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11161 tagttgggtg atgcgtatta tgacatggtt ggatatggtt gatactagtt ttaagctaaa</w:t>
      </w:r>
    </w:p>
    <w:p w14:paraId="20CBBC09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agactgtgtt atgtatgcat cagctgtagt gttactaatc cttatgacag caagaactgt</w:t>
      </w:r>
    </w:p>
    <w:p w14:paraId="42F96EED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gtatgatgat ggtgctagga gagtgtggac acttatgaat gtcttgacac tcgtttataa</w:t>
      </w:r>
    </w:p>
    <w:p w14:paraId="762142C6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agtttattat ggtaatgctt tagatcaagc catttccatg tgggctctta taatctctgt</w:t>
      </w:r>
    </w:p>
    <w:p w14:paraId="750BAD79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tacttctaac tactcaggtg tagttacaac tgtcatgttt ttggccagag gtgttgtttt</w:t>
      </w:r>
    </w:p>
    <w:p w14:paraId="5C0AEB6C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tatgtgtgtt gagtattgcc ctattttctt cataactggt aatacacttc agtgtataat</w:t>
      </w:r>
    </w:p>
    <w:p w14:paraId="29F680CD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gctagtttat tgtttcttag gctatttttg tacttgttac tttggcctct tttgtttact</w:t>
      </w:r>
    </w:p>
    <w:p w14:paraId="70B807E5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caaccgctac tttagactga ctcttggtgt ttatgattac ttagtttcta cacaggagtt</w:t>
      </w:r>
    </w:p>
    <w:p w14:paraId="5F13CAB6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tagatatatg aattcacagg gactactccc acccaagaat agcatagatg ccttcaaact</w:t>
      </w:r>
    </w:p>
    <w:p w14:paraId="15547EF6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caacattaaa ttgttgggtg ttggtggcaa accttgtatc aaagtagcca ctgtacagtc</w:t>
      </w:r>
    </w:p>
    <w:p w14:paraId="65976AD9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taaaatgtca gatgtaaagt gcacatcagt agtcttactc tcagttttgc aacaactcag</w:t>
      </w:r>
    </w:p>
    <w:p w14:paraId="7CEAEB9B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agtagaatca tcatctaaat tgtgggctca atgtgtccag ttacacaatg acattctctt</w:t>
      </w:r>
    </w:p>
    <w:p w14:paraId="5B5DA546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agctaaagat actactgaag cctttgaaaa aatggtttca ctactttctg ttttgctttc</w:t>
      </w:r>
    </w:p>
    <w:p w14:paraId="329A53F5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catgcagggt gctgtagaca taaacaagct ttgtgaagaa atgctggaca acagggcaac</w:t>
      </w:r>
    </w:p>
    <w:p w14:paraId="6593BC90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cttacaagct atagcctcag agtttagttc ccttccatca tatgcagctt ttgctactgc</w:t>
      </w:r>
    </w:p>
    <w:p w14:paraId="6FB5C2FE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tcaagaagct tatgagcagg ctgttgctaa tggtgattct gaagttgttc ttaaaaagtt</w:t>
      </w:r>
    </w:p>
    <w:p w14:paraId="2B066C95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gaagaagtct ttgaatgtgg ctaaatctga atttgaccgt gatgcagcca tgcaacgtaa</w:t>
      </w:r>
    </w:p>
    <w:p w14:paraId="30804F98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gttggaaaag atggctgatc aagctatgac ccaaatgtat aaacaggcta gatctgagga</w:t>
      </w:r>
    </w:p>
    <w:p w14:paraId="457A4E4A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caagagggca aaagttacta gtgctatgca gacaatgctt ttcactatgc ttagaaagtt</w:t>
      </w:r>
    </w:p>
    <w:p w14:paraId="001A3F15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ggataatgat gcactcaaca acattatcaa caatgcaaga gatggttgtg ttcccttgaa</w:t>
      </w:r>
    </w:p>
    <w:p w14:paraId="09F2C613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cataatacct cttacaacag cagccaaact aatggttgtc ataccagact ataacacata</w:t>
      </w:r>
    </w:p>
    <w:p w14:paraId="41A57848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taaaaatacg tgtgatggta caacatttac ttatgcatca gcattgtggg aaatccaaca</w:t>
      </w:r>
    </w:p>
    <w:p w14:paraId="04043EE9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12481 ggttgtagat gcagatagta aaattgttca acttagtgaa attagtatgg acaattcacc</w:t>
      </w:r>
    </w:p>
    <w:p w14:paraId="31EE3641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taatttagca tggcctctta ttgtaacagc tttaagggcc aattctgctg tcaaattaca</w:t>
      </w:r>
    </w:p>
    <w:p w14:paraId="1AA42BA4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gaataatgag cttagtcctg ttgcactacg acagatgtct tgtgctgccg gtactacaca</w:t>
      </w:r>
    </w:p>
    <w:p w14:paraId="272AE5C2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aactgcttgc actgatgaca atgcgttagc ttactacaac acaacaaagg gaggtaggtt</w:t>
      </w:r>
    </w:p>
    <w:p w14:paraId="33BCF947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tgtacttgca ctgttatccg atttacagga tttgaaatgg gctagattcc ctaagagtga</w:t>
      </w:r>
    </w:p>
    <w:p w14:paraId="73B3DC4D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tggaactggt actatctata cagaactgga accaccttgt aggtttgtta cagacacacc</w:t>
      </w:r>
    </w:p>
    <w:p w14:paraId="56176910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taaaggtcct aaagtgaagt atttatactt tattaaagga ttaaacaacc taaatagagg</w:t>
      </w:r>
    </w:p>
    <w:p w14:paraId="5B2664A6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tatggtactt ggtagtttag ctgccacagt acgtctacaa gctggtaatg caacagaagt</w:t>
      </w:r>
    </w:p>
    <w:p w14:paraId="6AF02C56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gcctgccaat tcaactgtat tatctttctg tgcttttgct gtagatgctg ctaaagctta</w:t>
      </w:r>
    </w:p>
    <w:p w14:paraId="1AE1DEFF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caaagattat ctagctagtg ggggacaacc aatcactaat tgtgttaaga tgttgtgtac</w:t>
      </w:r>
    </w:p>
    <w:p w14:paraId="6634AAEF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acacactggt actggtcagg caataacagt cacaccggaa gccaatatgg atcaagaatc</w:t>
      </w:r>
    </w:p>
    <w:p w14:paraId="0D8E8BE9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ctttggtggt gcatcgtgtt gtctgtactg ccgttgccac atagatcatc caaatcctaa</w:t>
      </w:r>
    </w:p>
    <w:p w14:paraId="309A3181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aggattttgt gacttaaaag gtaagtatgt acaaatacct acaacttgtg ctaatgaccc</w:t>
      </w:r>
    </w:p>
    <w:p w14:paraId="2669DCC2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tgtgggtttt acacttaaaa acacagtctg taccgtctgc ggtatgtgga aaggttatgg</w:t>
      </w:r>
    </w:p>
    <w:p w14:paraId="4646CF79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ctgtagttgt gatcaactcc gcgaacccat gcttcagtca gctgatgcac aatcgttttt</w:t>
      </w:r>
    </w:p>
    <w:p w14:paraId="25923C5C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aaacgggttt gcggtgtaag tgcagcccgt cttacaccgt gcggcacagg cactagtact</w:t>
      </w:r>
    </w:p>
    <w:p w14:paraId="7622625F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13441 gatgtcgtat acagggcttt tgacatctac aatgataaag tagctggttt tgctaaattc</w:t>
      </w:r>
    </w:p>
    <w:p w14:paraId="2024C542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ctaaaaacta attgttgtcg cttccaagaa aaggacgaag atgacaattt aattgattct</w:t>
      </w:r>
    </w:p>
    <w:p w14:paraId="3DB03A70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tactttgtag ttaagagaca cactttctct aactaccaac atgaagaaac aatttataat</w:t>
      </w:r>
    </w:p>
    <w:p w14:paraId="2CBE9CC7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ttacttaagg attgtccagc tgttgctaaa catgacttct ttaagtttag aatagacggt</w:t>
      </w:r>
    </w:p>
    <w:p w14:paraId="279139B7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13681 gacatggtac cacatatatc acgtcaacgt cttactaaat acacaatggc agacctcgtc</w:t>
      </w:r>
    </w:p>
    <w:p w14:paraId="095FD689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tatgctttaa ggcattttga tgaaggtaat tgtgacacat taaaagaaat acttgtcaca</w:t>
      </w:r>
    </w:p>
    <w:p w14:paraId="3CB5E9F6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tacaattgtt gtgatgatga ttatttcaat aaaaaggact ggtatgattt tgtagaaaac</w:t>
      </w:r>
    </w:p>
    <w:p w14:paraId="29DD51F1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ccagatatat tacgcgtata cgccaactta ggtgaacgtg tacgccaagc tttgttaaaa</w:t>
      </w:r>
    </w:p>
    <w:p w14:paraId="2A9D60A5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acagtacaat tctgtgatgc catgcgaaat gctggtattg ttggtgtact gacattagat</w:t>
      </w:r>
    </w:p>
    <w:p w14:paraId="72916877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aatcaagatc tcaatggtaa ctggtatgat ttcggtgatt tcatacaaac cacgccaggt</w:t>
      </w:r>
    </w:p>
    <w:p w14:paraId="4F6184DB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agtggagttc ctgttgtaga ttcttattat tcattgttaa tgcctatatt aaccttgacc</w:t>
      </w:r>
    </w:p>
    <w:p w14:paraId="6B32A77D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agggctttaa ctgcagagtc acatgttgac actgacttaa caaagcctta cattaagtgg</w:t>
      </w:r>
    </w:p>
    <w:p w14:paraId="11504FC3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gatttgttaa aatatgactt cacggaagag aggttaaaac tctttgaccg ttattttaaa</w:t>
      </w:r>
    </w:p>
    <w:p w14:paraId="5110AE4D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tattgggatc agacatacca cccaaattgt gttaactgtt tggatgacag atgcattctg</w:t>
      </w:r>
    </w:p>
    <w:p w14:paraId="07FB9E3C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14281 cattgtgcaa actttaatgt tttattctct acagtgttcc cacttacaag ttttggacca</w:t>
      </w:r>
    </w:p>
    <w:p w14:paraId="5AF22A9A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ctagtgagaa aaatatttgt tgatggtgtt ccatttgtag tttcaactgg ataccacttc</w:t>
      </w:r>
    </w:p>
    <w:p w14:paraId="175948BD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agagagctag gtgttgtaca taatcaggat gtaaacttac atagctctag acttagtttt</w:t>
      </w:r>
    </w:p>
    <w:p w14:paraId="574838A0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aaggaattac ttgtgtatgc tgctgaccct gctatgcacg ctgcttctgg taatctatta</w:t>
      </w:r>
    </w:p>
    <w:p w14:paraId="08B13449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ctagataaac gcactacgtg cttttcagta gctgcactta ctaacaatgt tgcttttcaa</w:t>
      </w:r>
    </w:p>
    <w:p w14:paraId="112F860D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actgtcaaac ccggtaattt taacaaagac ttctatgact ttgctgtgtc taagggtttc</w:t>
      </w:r>
    </w:p>
    <w:p w14:paraId="673656AB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tttaaggaag gaagttctgt tgaattaaaa cacttcttct ttgctcagga tggtaatgct</w:t>
      </w:r>
    </w:p>
    <w:p w14:paraId="2AA7D5EF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gctatcagcg attatgacta ctatcgttat aatctaccaa caatgtgtga tatcagacaa</w:t>
      </w:r>
    </w:p>
    <w:p w14:paraId="03C6F650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ctactatttg tagttgaagt tgttgataag tactttgatt gttacgatgg tggctgtatt</w:t>
      </w:r>
    </w:p>
    <w:p w14:paraId="02E40F4B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aatgctaacc aagtcatcgt caacaaccta gacaaatcag ctggttttcc atttaataaa</w:t>
      </w:r>
    </w:p>
    <w:p w14:paraId="022B5484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tggggtaagg ctagacttta ttatgattca atgagttatg aggatcaaga tgcacttttc</w:t>
      </w:r>
    </w:p>
    <w:p w14:paraId="5355FC22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gcatatacaa aacgtaatgt catccctact ataactcaaa tgaatcttaa gtatgccatt</w:t>
      </w:r>
    </w:p>
    <w:p w14:paraId="24B68D53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15001 agtgcaaaga atagagctcg caccgtagct ggtgtctcta tctgtagtac tatgaccaat</w:t>
      </w:r>
    </w:p>
    <w:p w14:paraId="0A586759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agacagtttc atcaaaaatt attgaaatca atagccgcca ctagaggagc tactgtagta</w:t>
      </w:r>
    </w:p>
    <w:p w14:paraId="7C816BAA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attggaacaa gcaaattcta tggtggttgg cacaatatgt taaaaactgt ttatagtgat</w:t>
      </w:r>
    </w:p>
    <w:p w14:paraId="0C0C4AA7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gtagaaaacc ctcaccttat gggttgggat tatcctaaat gtgatagagc catgcctaac</w:t>
      </w:r>
    </w:p>
    <w:p w14:paraId="4E989FBD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atgcttagaa ttatggcctc acttgttctt gctcgcaaac atacaacgtg ttgtagcttg</w:t>
      </w:r>
    </w:p>
    <w:p w14:paraId="503502E8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tcacaccgtt tctatagatt agctaatgag tgtgctcaag tattgagtga aatggtcatg</w:t>
      </w:r>
    </w:p>
    <w:p w14:paraId="1CBD51AE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tgtggcggtt cactatatgt taaaccaggt ggaacctcat caggagatgc cacaactgct</w:t>
      </w:r>
    </w:p>
    <w:p w14:paraId="25F33A0F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tatgctaata gtgtttttaa catttgtcaa gctgtcacgg ccaatgttaa tgcactttta</w:t>
      </w:r>
    </w:p>
    <w:p w14:paraId="7F070D9D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tctactgatg gtaacaaaat tgccgataag tatgtccgca atttacaaca cagactttat</w:t>
      </w:r>
    </w:p>
    <w:p w14:paraId="4CA23AC4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gagtgtctct atagaaatag agatgttgac acagactttg tgaatgagtt ttacgcatat</w:t>
      </w:r>
    </w:p>
    <w:p w14:paraId="06B55F6D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ttgcgtaaac atttctcaat gatgatactc tctgacgatg ctgttgtgtg tttcaatagc</w:t>
      </w:r>
    </w:p>
    <w:p w14:paraId="771A937D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acttatgcat ctcaaggtct agtggctagc ataaagaact ttaagtcagt tctttattat</w:t>
      </w:r>
    </w:p>
    <w:p w14:paraId="519919C5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caaaacaatg tttttatgtc tgaagcaaaa tgttggactg agactgacct tactaaagga</w:t>
      </w:r>
    </w:p>
    <w:p w14:paraId="797E820A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cctcatgaat tttgctctca acatacaatg ctagttaaac agggtgatga ttatgtgtac</w:t>
      </w:r>
    </w:p>
    <w:p w14:paraId="054FB3EB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cttccttacc cagatccatc aagaatccta ggggccggct gttttgtaga tgatatcgta</w:t>
      </w:r>
    </w:p>
    <w:p w14:paraId="5DB602A1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aaaacagatg gtacacttat gattgaacgg ttcgtgtctt tagctataga tgcttaccca</w:t>
      </w:r>
    </w:p>
    <w:p w14:paraId="2A8FC689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15961 cttactaaac atcctaatca ggagtatgct gatgtctttc atttgtactt acaatacata</w:t>
      </w:r>
    </w:p>
    <w:p w14:paraId="68C04CC2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agaaagctac atgatgagtt aacaggacac atgttagaca tgtattctgt tatgcttact</w:t>
      </w:r>
    </w:p>
    <w:p w14:paraId="344DAA42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aatgataaca cttcaaggta ttgggaacct gagttttatg aggctatgta cacaccgcat</w:t>
      </w:r>
    </w:p>
    <w:p w14:paraId="22898284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acagtcttac aggctgttgg ggcttgtgtt ctttgcaatt cacagacttc attaagatgt</w:t>
      </w:r>
    </w:p>
    <w:p w14:paraId="1060C1F2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16201 ggtgcttgca tacgtagacc attcttatgt tgtaaatgct gttacgacca tgtcatatca</w:t>
      </w:r>
    </w:p>
    <w:p w14:paraId="6AFD1908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acatcacata aattagtctt gtctgttaat ccgtatgttt gcaatgctcc aggttgtgat</w:t>
      </w:r>
    </w:p>
    <w:p w14:paraId="0AB649FC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gtcacagatg tgactcaact ttacttagga ggtatgagct attattgtaa atcacataaa</w:t>
      </w:r>
    </w:p>
    <w:p w14:paraId="0E41089D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ccacccatta gttttccatt gtgtgctaat ggacaagttt ttggtttata taaaaataca</w:t>
      </w:r>
    </w:p>
    <w:p w14:paraId="6FF42E1F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tgtgttggta gcgataatgt tactgacttt aatgcaattg caacatgtga ctggacaaat</w:t>
      </w:r>
    </w:p>
    <w:p w14:paraId="059A5938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gctggtgatt acattttagc taacacctgt actgaaagac tcaagctttt tgcagcagaa</w:t>
      </w:r>
    </w:p>
    <w:p w14:paraId="0D5D79DC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acgctcaaag ctactgagga gacatttaaa ctgtcttatg gtattgctac tgtacgtgaa</w:t>
      </w:r>
    </w:p>
    <w:p w14:paraId="5618AF75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gtgctgtctg acagagaatt acatctttca tgggaagttg gtaaacctag accaccactt</w:t>
      </w:r>
    </w:p>
    <w:p w14:paraId="0C1000BC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aaccgaaatt atgtctttac tggttatcgt gtaactaaaa acagtaaagt acaaatagga</w:t>
      </w:r>
    </w:p>
    <w:p w14:paraId="5CF8EEFB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gagtacacct ttgaaaaagg tgactatggt gatgctgttg tttaccgagg tacaacaact</w:t>
      </w:r>
    </w:p>
    <w:p w14:paraId="54F50659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16801 tacaaattaa atgttggtga ttattttgtg ctgacatcac atacagtaat gccattaagt</w:t>
      </w:r>
    </w:p>
    <w:p w14:paraId="57016523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gcacctacac tagtgccaca agagcactat gttagaatta ctggcttata cccaacactc</w:t>
      </w:r>
    </w:p>
    <w:p w14:paraId="6B91E3A0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aatatctcag atgagttttc tagcaatgtt gcaaattatc aaaaggttgg tatgcaaaag</w:t>
      </w:r>
    </w:p>
    <w:p w14:paraId="56D67140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tattctacac tccagggacc acctggtact ggtaagagtc attttgctat tggcctagct</w:t>
      </w:r>
    </w:p>
    <w:p w14:paraId="7BC39577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ctctactacc cttctgctcg catagtgtat acagcttgct ctcatgccgc tgttgatgca</w:t>
      </w:r>
    </w:p>
    <w:p w14:paraId="1949E1AE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ctatgtgaga aggcattaaa atatttgcct atagataaat gtagtagaat tatacctgca</w:t>
      </w:r>
    </w:p>
    <w:p w14:paraId="426395F8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cgtgctcgtg tagagtgttt tgataaattc aaagtgaatt caacattaga acagtatgtc</w:t>
      </w:r>
    </w:p>
    <w:p w14:paraId="017D290F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ttttgtactg taaatgcatt gcctgagacg acagcagata tagttgtctt tgatgaaatt</w:t>
      </w:r>
    </w:p>
    <w:p w14:paraId="399CCF62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tcaatggcca caaattatga tttgagtgtt gtcaatgcca gattacgtgc taagcactat</w:t>
      </w:r>
    </w:p>
    <w:p w14:paraId="4FCCBF83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gtgtacattg gcgaccctgc tcaattacct gcaccacgca cattgctaac taagggcaca</w:t>
      </w:r>
    </w:p>
    <w:p w14:paraId="7CDBF2E2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ctagaaccag aatatttcaa ttcagtgtgt agacttatga aaactatagg tccagacatg</w:t>
      </w:r>
    </w:p>
    <w:p w14:paraId="1D01B054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ttcctcggaa cttgtcggcg ttgtcctgct gaaattgttg acactgtgag tgctttggtt</w:t>
      </w:r>
    </w:p>
    <w:p w14:paraId="64D65377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17521 tatgataata agcttaaagc acataaagac aaatcagctc aatgctttaa aatgttttat</w:t>
      </w:r>
    </w:p>
    <w:p w14:paraId="0D4CEAFA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aagggtgtta tcacgcatga tgtttcatct gcaattaaca ggccacaaat aggcgtggta</w:t>
      </w:r>
    </w:p>
    <w:p w14:paraId="5ADF3E21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agagaattcc ttacacgtaa ccctgcttgg agaaaagctg tctttatttc accttataat</w:t>
      </w:r>
    </w:p>
    <w:p w14:paraId="415F5280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tcacagaatg ctgtagcctc aaagattttg ggactaccaa ctcaaactgt tgattcatca</w:t>
      </w:r>
    </w:p>
    <w:p w14:paraId="00ECE287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cagggctcag aatatgacta tgtcatattc actcaaacca ctgaaacagc tcactcttgt</w:t>
      </w:r>
    </w:p>
    <w:p w14:paraId="1ABB0958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aatgtaaaca gatttaatgt tgctattacc agagcaaaag taggcatact ttgcataatg</w:t>
      </w:r>
    </w:p>
    <w:p w14:paraId="14624692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tctgatagag acctttatga caagttgcaa tttacaagtc ttgaaattcc acgtaggaat</w:t>
      </w:r>
    </w:p>
    <w:p w14:paraId="193A069A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gtggcaactt tacaagctga aaatgtaaca ggactcttta aagattgtag taaggtaatc</w:t>
      </w:r>
    </w:p>
    <w:p w14:paraId="621BFC93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actgggttac atcctacaca ggcacctaca cacctcagtg ttgacactaa attcaaaact</w:t>
      </w:r>
    </w:p>
    <w:p w14:paraId="66B5858E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gaaggtttat gtgttgacgt acctggcata cctaaggaca tgacctatag aagactcatc</w:t>
      </w:r>
    </w:p>
    <w:p w14:paraId="5CD17B31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tctatgatgg gttttaaaat gaattatcaa gttaatggtt accctaacat gtttatcacc</w:t>
      </w:r>
    </w:p>
    <w:p w14:paraId="6B6FE223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cgcgaagaag ctataagaca tgtacgtgca tggattggct tcgatgtcga ggggtgtcat</w:t>
      </w:r>
    </w:p>
    <w:p w14:paraId="3E4342AA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gctactagag aagctgttgg taccaattta cctttacagc taggtttttc tacaggtgtt</w:t>
      </w:r>
    </w:p>
    <w:p w14:paraId="3561479B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aacctagttg ctgtacctac aggttatgtt gatacaccta ataatacaga tttttccaga</w:t>
      </w:r>
    </w:p>
    <w:p w14:paraId="7004C299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gttagtgcta aaccaccgcc tggagatcaa tttaaacacc tcataccact tatgtacaaa</w:t>
      </w:r>
    </w:p>
    <w:p w14:paraId="01AA57C1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ggacttcctt ggaatgtagt gcgtataaag attgtacaaa tgttaagtga cacacttaaa</w:t>
      </w:r>
    </w:p>
    <w:p w14:paraId="7EF53770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18481 aatctctctg acagagtcgt atttgtctta tgggcacatg gctttgagtt gacatctatg</w:t>
      </w:r>
    </w:p>
    <w:p w14:paraId="205CC9F6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aagtattttg tgaaaatagg acctgagcgc acctgttgtc tatgtgatag acgtgccaca</w:t>
      </w:r>
    </w:p>
    <w:p w14:paraId="22BCB491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tgcttttcca ctgcttcaga cacttatgcc tgttggcatc attctattgg atttgattac</w:t>
      </w:r>
    </w:p>
    <w:p w14:paraId="3C67DC1E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gtctataatc cgtttatgat tgatgttcaa caatggggtt ttacaggtaa cctacaaagc</w:t>
      </w:r>
    </w:p>
    <w:p w14:paraId="777442A3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18721 aaccatgatc tgtattgtca agtccatggt aatgcacatg tagctagttg tgatgcaatc</w:t>
      </w:r>
    </w:p>
    <w:p w14:paraId="422D5BF4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atgactaggt gtctagctgt ccacgagtgc tttgttaagc gtgttgactg gactattgaa</w:t>
      </w:r>
    </w:p>
    <w:p w14:paraId="612D797A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tatcctataa ttggtgatga actgaagatt aatgcggctt gtagaaaggt tcaacacatg</w:t>
      </w:r>
    </w:p>
    <w:p w14:paraId="289A355B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gttgttaaag ctgcattatt agcagacaaa ttcccagttc ttcacgacat tggtaaccct</w:t>
      </w:r>
    </w:p>
    <w:p w14:paraId="3EFDBD73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aaagctatta agtgtgtacc tcaagctgat gtagaatgga agttctatga tgcacagcct</w:t>
      </w:r>
    </w:p>
    <w:p w14:paraId="2759B301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tgtagtgaca aagcttataa aatagaagaa ttattctatt cttatgccac acattctgac</w:t>
      </w:r>
    </w:p>
    <w:p w14:paraId="3734F91E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aaattcacag atggtgtatg cctattttgg aattgcaatg tcgatagata tcctgctaat</w:t>
      </w:r>
    </w:p>
    <w:p w14:paraId="0645BFE1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tccattgttt gtagatttga cactagagtg ctatctaacc ttaacttgcc tggttgtgat</w:t>
      </w:r>
    </w:p>
    <w:p w14:paraId="3CDED542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ggtggcagtt tgtatgtaaa taaacatgca ttccacacac cagcttttga taaaagtgct</w:t>
      </w:r>
    </w:p>
    <w:p w14:paraId="4BA8197F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tttgttaatt taaaacaatt accatttttc tattactctg acagtccatg tgagtctcat</w:t>
      </w:r>
    </w:p>
    <w:p w14:paraId="0AE6F2C9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19321 ggaaaacaag tagtgtcaga tatagattat gtaccactaa agtctgctac gtgtataaca</w:t>
      </w:r>
    </w:p>
    <w:p w14:paraId="58FCADBC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cgttgcaatt taggtggtgc tgtctgtaga catcatgcta atgagtacag attgtatctc</w:t>
      </w:r>
    </w:p>
    <w:p w14:paraId="70A1DF48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gatgcttata acatgatgat ctcagctggc tttagcttgt gggtttacaa acaatttgat</w:t>
      </w:r>
    </w:p>
    <w:p w14:paraId="0CFFD322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acttataacc tctggaacac ttttacaaga cttcagagtt tagaaaatgt ggcttttaat</w:t>
      </w:r>
    </w:p>
    <w:p w14:paraId="4D536A23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gttgtaaata agggacactt tgatggacaa cagggtgaag taccagtttc tatcattaat</w:t>
      </w:r>
    </w:p>
    <w:p w14:paraId="141B8FB1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aacactgttt acacaaaagt tgatggtgtt gatgtagaat tgtttgaaaa taaaacaaca</w:t>
      </w:r>
    </w:p>
    <w:p w14:paraId="00643E04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ttacctgtta atgtagcatt tgagctttgg gctaagcgca acattaaacc agtaccagag</w:t>
      </w:r>
    </w:p>
    <w:p w14:paraId="20ABC239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gtgaaaatac tcaataattt gggtgtggac attgctgcta atactgtgat ctgggactac</w:t>
      </w:r>
    </w:p>
    <w:p w14:paraId="7846C2F9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aaaagagatg ctccagcaca tatatctact attggtgttt gttctatgac tgacatagcc</w:t>
      </w:r>
    </w:p>
    <w:p w14:paraId="4DB2B082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aagaaaccaa ctgaaacgat ttgtgcacca ctcactgtct tttttgatgg tagagttgat</w:t>
      </w:r>
    </w:p>
    <w:p w14:paraId="5B2A545A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ggtcaagtag acttatttag aaatgcccgt aatggtgttc ttattacaga aggtagtgtt</w:t>
      </w:r>
    </w:p>
    <w:p w14:paraId="01F2D478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aaaggtttac aaccatctgt aggtcccaaa caagctagtc ttaatggagt cacattaatt</w:t>
      </w:r>
    </w:p>
    <w:p w14:paraId="5BCDB5EA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20041 ggagaagccg taaaaacaca gttcaattat tataagaaag ttgatggtgt tgtccaacaa</w:t>
      </w:r>
    </w:p>
    <w:p w14:paraId="7DC8C64C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ttacctgaaa cttactttac tcagagtaga aatttacaag aatttaaacc caggagtcaa</w:t>
      </w:r>
    </w:p>
    <w:p w14:paraId="1A6C3EDC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atggaaattg atttcttaga attagctatg gatgaattca ttgaacggta taaattagaa</w:t>
      </w:r>
    </w:p>
    <w:p w14:paraId="45B42B1B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ggctatgcct tcgaacatat cgtttatgga gattttagtc atagtcagtt aggtggttta</w:t>
      </w:r>
    </w:p>
    <w:p w14:paraId="2BE67297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catctactga ttggactagc taaacgtttt aaggaatcac cttttgaatt agaagatttt</w:t>
      </w:r>
    </w:p>
    <w:p w14:paraId="42C6E525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attcctatgg acagtacagt taaaaactat ttcataacag atgcgcaaac aggttcatct</w:t>
      </w:r>
    </w:p>
    <w:p w14:paraId="6351918F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aagtgtgtgt gttctgttat tgatttatta cttgatgatt ttgttgaaat aataaaatcc</w:t>
      </w:r>
    </w:p>
    <w:p w14:paraId="4B4A01FA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caagatttat ctgtagtttc taaggttgtc aaagtgacta ttgactatac agaaatttca</w:t>
      </w:r>
    </w:p>
    <w:p w14:paraId="713AA44A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tttatgcttt ggtgtaaaga tggccatgta gaaacatttt acccaaaatt acaatctagt</w:t>
      </w:r>
    </w:p>
    <w:p w14:paraId="71BDAE3B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caagcgtggc aaccgggtgt tgctatgcct aatctttaca aaatgcaaag aatgctatta</w:t>
      </w:r>
    </w:p>
    <w:p w14:paraId="14D1F74F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gaaaagtgtg accttcaaaa ttatggtgat agtgcaacat tacctaaagg cataatgatg</w:t>
      </w:r>
    </w:p>
    <w:p w14:paraId="56095E80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aatgtcgcaa aatatactca actgtgtcaa tatttaaaca cattaacatt agctgtaccc</w:t>
      </w:r>
    </w:p>
    <w:p w14:paraId="407B354F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tataatatga gagttataca ttttggtgct ggttctgata aaggagttgc accaggtaca</w:t>
      </w:r>
    </w:p>
    <w:p w14:paraId="51B8E540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gctgttttaa gacagtggtt gcctacgggt acgctgcttg tcgattcaga tcttaatgac</w:t>
      </w:r>
    </w:p>
    <w:p w14:paraId="3D3FA204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tttgtctctg atgcagattc aactttgatt ggtgattgtg caactgtaca tacagctaat</w:t>
      </w:r>
    </w:p>
    <w:p w14:paraId="4D373E28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aaatgggatc tcattattag tgatatgtac gaccctaaga ctaaaaatgt tacaaaagaa</w:t>
      </w:r>
    </w:p>
    <w:p w14:paraId="5B58620A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21001 aatgactcta aagagggttt tttcacttac atttgtgggt ttatacaaca aaagctagct</w:t>
      </w:r>
    </w:p>
    <w:p w14:paraId="68B60DD8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cttggaggtt ccgtggctat aaagataaca gaacattctt ggaatgctga tctttataag</w:t>
      </w:r>
    </w:p>
    <w:p w14:paraId="2B3E0D1C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ctcatgggac acttcgcatg gtggacagcc tttgttacta atgtgaatgc gtcatcatct</w:t>
      </w:r>
    </w:p>
    <w:p w14:paraId="0689A565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gaagcatttt taattggatg taattatctt ggcaaaccac gcgaacaaat agatggttat</w:t>
      </w:r>
    </w:p>
    <w:p w14:paraId="699ACC56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21241 gtcatgcatg caaattacat attttggagg aatacaaatc caattcagtt gtcttcctat</w:t>
      </w:r>
    </w:p>
    <w:p w14:paraId="729DE55E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tctttatttg acatgagtaa atttcccctt aaattaaggg gtactgctgt tatgtcttta</w:t>
      </w:r>
    </w:p>
    <w:p w14:paraId="2E753718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aaagaaggtc aaatcaatga tatgatttta tctcttctta gtaaaggtag acttataatt</w:t>
      </w:r>
    </w:p>
    <w:p w14:paraId="61CF5594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agagaaaaca acagagttgt tatttctagt gatgttcttg ttaacaacta aacgaacaat</w:t>
      </w:r>
    </w:p>
    <w:p w14:paraId="6A130201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gtttgttttt cttgttttat tgccactagt ctctagtcag tgtgttaatc ttacaaccag</w:t>
      </w:r>
    </w:p>
    <w:p w14:paraId="7640C823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aactcaatta ccccctgcat acactaattc tttcacacgt ggtgtttatt accctgacaa</w:t>
      </w:r>
    </w:p>
    <w:p w14:paraId="2E4AD682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agttttcaga tcctcagttt tacattcaac tcaggacttg ttcttacctt tcttttccaa</w:t>
      </w:r>
    </w:p>
    <w:p w14:paraId="0814135E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tgttacttgg ttccatgtta tctctgggac caatggtact aagaggtttg ataaccctgt</w:t>
      </w:r>
    </w:p>
    <w:p w14:paraId="0537C456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cctaccattt aatgatggtg tttattttgc ttccattgag aagtctaaca taataagagg</w:t>
      </w:r>
    </w:p>
    <w:p w14:paraId="4773B9C9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ctggattttt ggtactactt tagattcgaa gacccagtcc ctacttattg ttaataacgc</w:t>
      </w:r>
    </w:p>
    <w:p w14:paraId="3DAB23BE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21841 tactaatgtt gttattaaag tctgtgaatt tcaattttgt aatgatccat ttttggacca</w:t>
      </w:r>
    </w:p>
    <w:p w14:paraId="6987140D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caaaaacaac aaaagttgga tggaaagtga gttcagagtt tattctagtg cgaataattg</w:t>
      </w:r>
    </w:p>
    <w:p w14:paraId="7E19235D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cacttttgaa tatgtctctc agccttttct tatggacctt gaaggaaaac agggtaattt</w:t>
      </w:r>
    </w:p>
    <w:p w14:paraId="256EB587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caaaaatctt agggaatttg tgtttaagaa tattgatggt tattttaaaa tatattctaa</w:t>
      </w:r>
    </w:p>
    <w:p w14:paraId="2336B092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gcacacgcct attatagtgc gtgagccaga agatctccct cagggttttt cggctttaga</w:t>
      </w:r>
    </w:p>
    <w:p w14:paraId="0420912F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accattggta gatttgccaa taggtattaa catcactagg tttcaaactt tacttgcttt</w:t>
      </w:r>
    </w:p>
    <w:p w14:paraId="706E57C4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acatagaagt tatttgactc ctggtgattc ttcttcaggt tggacagctg gtgctgcagc</w:t>
      </w:r>
    </w:p>
    <w:p w14:paraId="5429F409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ttattatgtg ggttatcttc aacctaggac ttttctatta aaatataatg aaaatggaac</w:t>
      </w:r>
    </w:p>
    <w:p w14:paraId="6883E498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cattacagat gctgtagact gtgcacttga ccctctctca gaaacaaagt gtacgttgaa</w:t>
      </w:r>
    </w:p>
    <w:p w14:paraId="26E58791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atccttcact gtagaaaaag gaatctatca aacttctaac tttagagtcc aaccaacaga</w:t>
      </w:r>
    </w:p>
    <w:p w14:paraId="4E8E922D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atctattgtt agatttccta atattacaaa cttgtgccct tttgatgaag tttttaacgc</w:t>
      </w:r>
    </w:p>
    <w:p w14:paraId="4E8AB3A5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caccagattt gcatctgttt atgcttggaa caggaagaga atcagcaact gtgttgctga</w:t>
      </w:r>
    </w:p>
    <w:p w14:paraId="3A1A9EFA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22561 ttattctgtc ctatataatc tcgcaccatt tttcactttt aagtgttatg gagtgtctcc</w:t>
      </w:r>
    </w:p>
    <w:p w14:paraId="2A51B516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tactaaatta aatgatctct gctttactaa tgtctatgca gattcatttg taattagagg</w:t>
      </w:r>
    </w:p>
    <w:p w14:paraId="1B9CE5C9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tgatgaagtc agacaaatcg ctccagggca aactggaaat attgctgatt ataattataa</w:t>
      </w:r>
    </w:p>
    <w:p w14:paraId="6D280CDC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attaccagat gattttacag gctgcgttat agcttggaat tctaacaagc ttgattctaa</w:t>
      </w:r>
    </w:p>
    <w:p w14:paraId="348240A5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ggttagtggt aattataatt acctgtatag attgtttagg aagtctaatc tcaaaccttt</w:t>
      </w:r>
    </w:p>
    <w:p w14:paraId="03F6C300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tgagagagat atttcaactg aaatctatca ggccggtagc aaaccttgta atggtgttgc</w:t>
      </w:r>
    </w:p>
    <w:p w14:paraId="2CA38E4C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aggttttaat tgttactttc ctttacgatc atatagtttc cgacccactt atggtgttgg</w:t>
      </w:r>
    </w:p>
    <w:p w14:paraId="1996D566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tcaccaacca tacagagtag tagtactttc ttttgaactt ctacatgcac cagcaactgt</w:t>
      </w:r>
    </w:p>
    <w:p w14:paraId="4A857116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ttgtggacct aaaaagtcta ctaatttggt taaaaacaaa tgtgtcaatt tcaacttcaa</w:t>
      </w:r>
    </w:p>
    <w:p w14:paraId="7C503A52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tggtttaaaa ggcacaggtg ttcttactga gtctaacaaa aagtttctgc ctttccaaca</w:t>
      </w:r>
    </w:p>
    <w:p w14:paraId="2CDA5A1F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atttggcaga gacattgctg acactactga tgctgtccgt gatccacaga cacttgagat</w:t>
      </w:r>
    </w:p>
    <w:p w14:paraId="4FC01454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tcttgacatt acaccatgtt cttttggtgg tgtcagtgtt ataacaccag gaacaaatac</w:t>
      </w:r>
    </w:p>
    <w:p w14:paraId="16D8B5C8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ttctaaccag gttgctgttc tttatcaggg tgttaactgc acagaagtcc ctgttgctat</w:t>
      </w:r>
    </w:p>
    <w:p w14:paraId="12C27647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tcatgcagat caacttactc ctacttggcg tgtttattct acaggttcta atgtttttca</w:t>
      </w:r>
    </w:p>
    <w:p w14:paraId="4940333F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aacacgtgca ggctgtttaa taggggctga atatgtcaac aactcatatg agtgtgacat</w:t>
      </w:r>
    </w:p>
    <w:p w14:paraId="3EFACD3B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acccattggt gcaggtatat gcgctagtta tcagactcag actaagtctc atcggcgggc</w:t>
      </w:r>
    </w:p>
    <w:p w14:paraId="36A02601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23521 acgtagtgta gctagtcaat ccatcattgc ctacactatg tcacttggtg cagaaaattc</w:t>
      </w:r>
    </w:p>
    <w:p w14:paraId="38DEB879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agttgcttac tctaataact ctattgccat acccacaaat tttactatta gtgttaccac</w:t>
      </w:r>
    </w:p>
    <w:p w14:paraId="5357D811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agaaattcta ccagtgtcta tgaccaagac atcagtagat tgtacaatgt acatttgtgg</w:t>
      </w:r>
    </w:p>
    <w:p w14:paraId="6C08E368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tgattcaact gaatgcagca atcttttgtt gcaatatggc agtttttgta cacaattaaa</w:t>
      </w:r>
    </w:p>
    <w:p w14:paraId="2C0907D1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23761 acgtgcttta actggaatag ctgttgaaca agacaaaaac acccaagaag tttttgcaca</w:t>
      </w:r>
    </w:p>
    <w:p w14:paraId="717D9A4A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agtcaaacaa atttacaaaa caccaccaat taaatatttt ggtggtttta atttttcaca</w:t>
      </w:r>
    </w:p>
    <w:p w14:paraId="7A950004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aatattacca gatccatcaa aaccaagcaa gaggtcattt attgaagatc tacttttcaa</w:t>
      </w:r>
    </w:p>
    <w:p w14:paraId="412E9276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caaagtgaca cttgcagatg ctggcttcat caaacaatat ggtgattgcc ttggtgatat</w:t>
      </w:r>
    </w:p>
    <w:p w14:paraId="32B5A032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tgctgctaga gacctcattt gtgcacaaaa gtttaaaggc cttactgttt tgccaccttt</w:t>
      </w:r>
    </w:p>
    <w:p w14:paraId="7CCF6425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gctcacagat gaaatgattg ctcaatacac ttctgcactg ttagcgggta caatcacttc</w:t>
      </w:r>
    </w:p>
    <w:p w14:paraId="3B41D24F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tggttggacc tttggtgcag gtgctgcatt acaaatacca tttgctatgc aaatggctta</w:t>
      </w:r>
    </w:p>
    <w:p w14:paraId="672DE5B5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taggtttaat ggtattggag ttacacagaa tgttctctat gagaaccaaa aattgattgc</w:t>
      </w:r>
    </w:p>
    <w:p w14:paraId="66D235C1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caaccaattt aatagtgcta ttggcaaaat tcaagactca ctttcttcca cagcaagtgc</w:t>
      </w:r>
    </w:p>
    <w:p w14:paraId="2965279F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acttggaaaa cttcaagatg tggtcaacca taatgcacaa gctttaaaca cgctcgttaa</w:t>
      </w:r>
    </w:p>
    <w:p w14:paraId="28ADD7EE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24361 acaacttagc tccaaatttg gtgcaatttc aagtgtttta aatgatatct tttcacgtct</w:t>
      </w:r>
    </w:p>
    <w:p w14:paraId="30417EC8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tgacaaagtt gaggctgaag tgcaaattga taggttgatc acaggcagac ttcaaagttt</w:t>
      </w:r>
    </w:p>
    <w:p w14:paraId="5BA996C5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gcagacatat gtgactcaac aattaattag agctgcagaa atcagagctt ctgctaatct</w:t>
      </w:r>
    </w:p>
    <w:p w14:paraId="1409F4C9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tgctgctact aaaatgtcag agtgtgtact tggacaatca aaaagagttg atttttgtgg</w:t>
      </w:r>
    </w:p>
    <w:p w14:paraId="5D00881A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aaagggctat catcttatgt ccttccctca gtcagcacct catggtgtag tcttcttgca</w:t>
      </w:r>
    </w:p>
    <w:p w14:paraId="7872396A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tgtgacttat gtccctgcac aagaaaagaa cttcacaact gctcctgcca tttgtcatga</w:t>
      </w:r>
    </w:p>
    <w:p w14:paraId="51118DE5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tggaaaagca cactttcctc gtgaaggtgt ctttgtttca aatggcacac actggtttgt</w:t>
      </w:r>
    </w:p>
    <w:p w14:paraId="297D63BB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aacacaaagg aatttttatg aaccacaaat cattactaca gacaacacat ttgtgtctgg</w:t>
      </w:r>
    </w:p>
    <w:p w14:paraId="4A67D918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taactgtgat gttgtaatag gaattgtcaa caacacagtt tatgatcctt tgcaacctga</w:t>
      </w:r>
    </w:p>
    <w:p w14:paraId="0D005799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attagattca ttcaaggagg agttagataa atattttaag aatcatacat caccagatgt</w:t>
      </w:r>
    </w:p>
    <w:p w14:paraId="612D2EF2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tgatttaggt gacatctctg gcattaatgc ttcagttgta aacattcaaa aagaaattga</w:t>
      </w:r>
    </w:p>
    <w:p w14:paraId="1D6ED3C1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ccgcctcaat gaggttgcca agaatttaaa tgaatctctc atcgatctcc aagaacttgg</w:t>
      </w:r>
    </w:p>
    <w:p w14:paraId="3FBE64C9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25081 aaagtatgag cagtatataa aatggccatg gtacatttgg ctaggtttta tagctggctt</w:t>
      </w:r>
    </w:p>
    <w:p w14:paraId="062D4C6A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gattgccata gtaatggtga caattatgct ttgctgtatg accagttgct gtagttgtct</w:t>
      </w:r>
    </w:p>
    <w:p w14:paraId="12D9265F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caagggctgt tgttcttgtg gatcctgctg caaatttgat gaagacgact ctgagccagt</w:t>
      </w:r>
    </w:p>
    <w:p w14:paraId="2FA1D644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gctcaaagga gtcaaattac attacacata aacgaactta tggatttgtt tatgagaatc</w:t>
      </w:r>
    </w:p>
    <w:p w14:paraId="6EA5BAAE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ttcacaattg gaactgtaac tttgaagcaa ggtgaaatca aggatgctac tccttcagat</w:t>
      </w:r>
    </w:p>
    <w:p w14:paraId="66F78617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tttgttcgcg ctactgcaac gataccgata caagcctcac tccctttcgg atggcttatt</w:t>
      </w:r>
    </w:p>
    <w:p w14:paraId="40E01B50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gttggcgttg cacttcttgc tgtttttcag agcgcttcca aaatcataac tctcaaaaag</w:t>
      </w:r>
    </w:p>
    <w:p w14:paraId="7084A8AC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agatggcaac tagcactctc caagggtgtt cactttgttt gcaacttgct gttgttgttt</w:t>
      </w:r>
    </w:p>
    <w:p w14:paraId="2C47BBCE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gtaacagttt actcacacct tttgctcgtt gctgctggcc ttgaagcccc ttttctctat</w:t>
      </w:r>
    </w:p>
    <w:p w14:paraId="56FCA846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ctttatgctt tagtctactt cttgcagagt ataaactttg taagaataat aatgaggctt</w:t>
      </w:r>
    </w:p>
    <w:p w14:paraId="35D0687C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tggctttgct ggaaatgccg ttccaaaaac ccattacttt atgatgccaa ctattttctt</w:t>
      </w:r>
    </w:p>
    <w:p w14:paraId="17453BD5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tgctggcata ctaattgtta cgactattgt ataccttaca atagtgtaac ttcttcaatt</w:t>
      </w:r>
    </w:p>
    <w:p w14:paraId="56152B9A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gtcattactt caggtgatgg cacaacaagt cctatttctg aacatgacta ccagattggt</w:t>
      </w:r>
    </w:p>
    <w:p w14:paraId="053688E4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ggttatactg aaaaatggga atctggagta aaagactgtg ttgtattaca cagttacttc</w:t>
      </w:r>
    </w:p>
    <w:p w14:paraId="182E536B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acttcagact attaccagct gtactcaact caattgagta cagacactgg tgttgaacat</w:t>
      </w:r>
    </w:p>
    <w:p w14:paraId="4442F960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gttaccttct tcatctacaa taaaattgtt gatgagcctg aagaacatgt ccaaattcac</w:t>
      </w:r>
    </w:p>
    <w:p w14:paraId="5865B8FB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26041 acaatcgacg gttcatccgg agttgttaat ccagtaatgg aaccaattta tgatgaaccg</w:t>
      </w:r>
    </w:p>
    <w:p w14:paraId="51765E9B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acgacgacta ctagcgtgcc tttgtaagca caagctgatg agtacgaact tatgtactca</w:t>
      </w:r>
    </w:p>
    <w:p w14:paraId="45184FF4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ttcgtttcgg aagagatagg tacgttaata gttaatagcg tacttctttt tcttgctttc</w:t>
      </w:r>
    </w:p>
    <w:p w14:paraId="50C00FD8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gtggtattct tgctagttac actagccatc cttactgcgc ttcgattgtg tgcgtactgc</w:t>
      </w:r>
    </w:p>
    <w:p w14:paraId="732CA0E4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26281 tgcaatattg ttaacgtgag tcttgtaaaa ccttcttttt acgtttactc tcgtgttaaa</w:t>
      </w:r>
    </w:p>
    <w:p w14:paraId="1225395A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aatctgaatt cttctagagt tcctgatctt ctggtctaaa cgaactaaat attatattag</w:t>
      </w:r>
    </w:p>
    <w:p w14:paraId="3915E22D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tttttctgtt tggaacttta attttagcca tggcaggttc caacggtact attaccgttg</w:t>
      </w:r>
    </w:p>
    <w:p w14:paraId="17929FD5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aagagcttaa aaagctcctt gaagaatgga acctagtaat aggtttccta ttccttacat</w:t>
      </w:r>
    </w:p>
    <w:p w14:paraId="6F0A6CCB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ggatttgtct tctacaattt gcctatgcca acaggaatag gtttttgtat ataattaagt</w:t>
      </w:r>
    </w:p>
    <w:p w14:paraId="7DFC8D58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taattttcct ctggctgtta tggccagtaa ctttaacttg ttttgtgctt gctgctgttt</w:t>
      </w:r>
    </w:p>
    <w:p w14:paraId="5CC774DC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acagaataaa ttggatcacc ggtggaattg ctatcgcaat ggcttgtctt gtaggcttga</w:t>
      </w:r>
    </w:p>
    <w:p w14:paraId="6ADAFA8E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tgtggctcag ctacttcatt gcttctttca gactgtttgc gcgtacgcgt tccatgtggt</w:t>
      </w:r>
    </w:p>
    <w:p w14:paraId="6DCB033B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cattcaatcc agaaactaac attcttctca acgtgccact ccatggcact attctgacca</w:t>
      </w:r>
    </w:p>
    <w:p w14:paraId="2047F322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gaccgcttct agaaagtgaa ctcgtaatcg gagctgtgat ccttcgtgga catcttcgta</w:t>
      </w:r>
    </w:p>
    <w:p w14:paraId="03472D35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26881 ttgctggaca ccatctagga cgctgtgaca tcaaggacct gcctaaagaa atcactgttg</w:t>
      </w:r>
    </w:p>
    <w:p w14:paraId="5C9DF32A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26941 ctacatcacg aacgctttct tattacaaat tgggagcttc gcagcgtgta gcaggtgact</w:t>
      </w:r>
    </w:p>
    <w:p w14:paraId="328672D8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caggttttgc tgcatacagt cgctacagga ttggcaacta taaattaaac acagaccatt</w:t>
      </w:r>
    </w:p>
    <w:p w14:paraId="6AF0981D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27061 ccagtagcag tgacaatatt gctttgcttg tacagtaagt gacaacagat gtttcatctc</w:t>
      </w:r>
    </w:p>
    <w:p w14:paraId="2B0893F6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gttgactttc aggttactat agcagagata ttactaatta ttatgcggac ttttaaagtt</w:t>
      </w:r>
    </w:p>
    <w:p w14:paraId="03210EED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tccatttgga atcttgatta catcataaac ctcataatta aaaatttatc taagtcacta</w:t>
      </w:r>
    </w:p>
    <w:p w14:paraId="2646434F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actgagaata aatattctca attagatgaa gagcaaccaa tggagattga ttaaacgaac</w:t>
      </w:r>
    </w:p>
    <w:p w14:paraId="709103CB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atgaaaatta ttcttttctt ggcactgata acactcgcta cttgtgagct ttatcactac</w:t>
      </w:r>
    </w:p>
    <w:p w14:paraId="064B6847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caagagtgtg ttagaggtac aacagtactt ttaaaagaac cttgctcttc tggaacatac</w:t>
      </w:r>
    </w:p>
    <w:p w14:paraId="15EC2411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gagggcaatt caccatttca tcctctagct gataacaaat ttgcactgac ttgctttagc</w:t>
      </w:r>
    </w:p>
    <w:p w14:paraId="1F306377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actcaatttg cttttgcttg tcctgacggc gtaaaacacg tctatcagtt acgtgccaga</w:t>
      </w:r>
    </w:p>
    <w:p w14:paraId="1E64840E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tcagtttcac ctaaactgtt catcagacaa gaggaagttc aagaacttta ctctccaatt</w:t>
      </w:r>
    </w:p>
    <w:p w14:paraId="112ACCEE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27601 tttcttattg ttgcggcaat agtgtttata acactttgct tcacactcaa aagaaagaca</w:t>
      </w:r>
    </w:p>
    <w:p w14:paraId="320470A6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gaatgattga actttcatta attgacttct atttgtgctt tttagccttt ctgttattcc</w:t>
      </w:r>
    </w:p>
    <w:p w14:paraId="6F624DE5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ttgttttaat tatgcttatt atcttttggt tctcacttga actgcaagat cataatgaaa</w:t>
      </w:r>
    </w:p>
    <w:p w14:paraId="29532FDF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cttgtcacgc ctaaacgaac atgaaatttc ttgttttctt aggaatcatc acaactgtag</w:t>
      </w:r>
    </w:p>
    <w:p w14:paraId="77604437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ctgcatttca ccaagaatgt agtttacagt catgtactca acatcaacca tatgtagttg</w:t>
      </w:r>
    </w:p>
    <w:p w14:paraId="4325F9C0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atgacccgtg tcctattcac ttctattcta aatggtatat tagagtagga gctagaaaat</w:t>
      </w:r>
    </w:p>
    <w:p w14:paraId="22EB19B0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cagcaccttt aattgaattg tgcgtggatg aggctggttc taaatcaccc attcagtaca</w:t>
      </w:r>
    </w:p>
    <w:p w14:paraId="30452DBC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tcgatatcgg taattataca gtttcctgtt taccttttac aattaattgc caggaaccta</w:t>
      </w:r>
    </w:p>
    <w:p w14:paraId="68F852FF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aattgggtag tcttgtagtg cgttgttcgt tctatgaaga ctttttagag tatcatgacg</w:t>
      </w:r>
    </w:p>
    <w:p w14:paraId="1994E857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28141 ttcgtgttgt tttagatttc atctaaacga acaaacttaa atgtctgata atggacccca</w:t>
      </w:r>
    </w:p>
    <w:p w14:paraId="00A21412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aaatcagcga aatgcactcc gcattacgtt tggtggaccc tcagattcaa ctggcagtaa</w:t>
      </w:r>
    </w:p>
    <w:p w14:paraId="64E8AE6F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28261 ccagaatggt ggggcgcgat caaaacaacg tcggccccaa ggtttaccca ataatactgc</w:t>
      </w:r>
    </w:p>
    <w:p w14:paraId="4D78C57F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gtcttggttc accgctctca ctcaacatgg caaggaagac cttaaattcc ctcgaggaca</w:t>
      </w:r>
    </w:p>
    <w:p w14:paraId="2D3D7107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aggcgttcca attaacacca atagcagtcc agatgaccaa attggctact accgaagagc</w:t>
      </w:r>
    </w:p>
    <w:p w14:paraId="2925F5DB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taccagacga attcgtggtg gtgacggtaa aatgaaagat ctcagtccaa gatggtattt</w:t>
      </w:r>
    </w:p>
    <w:p w14:paraId="3055A402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ctactaccta ggaactgggc cagaagctgg acttccctat ggtgctaaca aagacggcat</w:t>
      </w:r>
    </w:p>
    <w:p w14:paraId="6081A536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28561 catatgggtt gcaactgagg gagccttgaa tacaccaaaa gatcacattg gcacccgcaa</w:t>
      </w:r>
    </w:p>
    <w:p w14:paraId="68ABE334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tcctgctaac aatgctgcaa tcgtgctaca acttcctcaa ggaacaacat tgccaaaagg</w:t>
      </w:r>
    </w:p>
    <w:p w14:paraId="253832E2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cttctacgca gaagggagca gaggcggcag tcaagcctct tctcgttcct catcacgtag</w:t>
      </w:r>
    </w:p>
    <w:p w14:paraId="7804DEA4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tcgcaacagt tcaagaaatt caactccagg cagcagtaaa cgaacttctc ctgctagaat</w:t>
      </w:r>
    </w:p>
    <w:p w14:paraId="6DDE31E9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28801 ggctggcaat ggcggtgatg ctgctcttgc tttgctgctg cttgacagat tgaaccagct</w:t>
      </w:r>
    </w:p>
    <w:p w14:paraId="002DAD10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tgagagcaaa atgtctggta aaggccaaca acaacaaggc caaactgtca ctaagaaatc</w:t>
      </w:r>
    </w:p>
    <w:p w14:paraId="7354E433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tgctgctgag gcttctaaga agcctcggca aaaacgtact gccactaaag catacaatgt</w:t>
      </w:r>
    </w:p>
    <w:p w14:paraId="1AC36ADF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aacacaagct ttcggcagac gtggtccaga acaaacccaa ggaaattttg gggaccagga</w:t>
      </w:r>
    </w:p>
    <w:p w14:paraId="55E7B5EA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actaatcaga caaggaactg attacaaaca ttggccgcaa attgcacaat ttgcccccag</w:t>
      </w:r>
    </w:p>
    <w:p w14:paraId="353AC819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cgcttcagcg ttcttcggaa tgtcgcgcat tggcatggaa gtcacacctt cgggaacgtg</w:t>
      </w:r>
    </w:p>
    <w:p w14:paraId="2B1B24C0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gttgacctac acaggtgcca tcaaattgga tgacaaagat ccaaatttca aagatcaagt</w:t>
      </w:r>
    </w:p>
    <w:p w14:paraId="4B5DA008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cattttgctg aataagcata ttgacgcata caaaacattc ccaccaacag agcctaaaaa</w:t>
      </w:r>
    </w:p>
    <w:p w14:paraId="61D13B48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29281 ggacaaaaag aagaaggctg atgaaactca agccttaccg cagagacaga agaaacagca</w:t>
      </w:r>
    </w:p>
    <w:p w14:paraId="32DC13F8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29341 aactgtgact cttcttcctg ctgcagattt ggatgatttc tccaaacaat tgcaacaatc</w:t>
      </w:r>
    </w:p>
    <w:p w14:paraId="3FF6F0A1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29401 catgagcagt gctgactcaa ctcaggccta aactcatgca gaccacacaa ggcagatggg</w:t>
      </w:r>
    </w:p>
    <w:p w14:paraId="7F7A1AAA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29461 ctatataaac gttttcgctt ttccgtttac gatatatagt ctactcttgt gcagaatgaa</w:t>
      </w:r>
    </w:p>
    <w:p w14:paraId="0A5DE538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29521 ttctcgtaac tacatagcac aagtagatgt agttaacttt aatctcacat agcaatcttt</w:t>
      </w:r>
    </w:p>
    <w:p w14:paraId="4F2F59C1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29581 aatcagtgtg taacattagg gaggacttga aagagccacc acattttcac cgaggccacg</w:t>
      </w:r>
    </w:p>
    <w:p w14:paraId="669314BB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29641 cggagtacga tcgagtgtac agtgaacaat gctagggaga gctgcctata tggaagagcc</w:t>
      </w:r>
    </w:p>
    <w:p w14:paraId="338F3F0C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 xml:space="preserve">    29701 ctaatgtgta aaattaa</w:t>
      </w:r>
    </w:p>
    <w:p w14:paraId="19728588" w14:textId="77777777" w:rsidR="00944299" w:rsidRPr="00944299" w:rsidRDefault="00944299" w:rsidP="0094429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44299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372C1968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4299"/>
    <w:rsid w:val="00027553"/>
    <w:rsid w:val="0004370C"/>
    <w:rsid w:val="000A1613"/>
    <w:rsid w:val="000A2341"/>
    <w:rsid w:val="00145305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34B03"/>
    <w:rsid w:val="0054569C"/>
    <w:rsid w:val="00550F76"/>
    <w:rsid w:val="005B0816"/>
    <w:rsid w:val="005E4EEF"/>
    <w:rsid w:val="005F194D"/>
    <w:rsid w:val="006D247C"/>
    <w:rsid w:val="007053AC"/>
    <w:rsid w:val="0071602A"/>
    <w:rsid w:val="00727F3C"/>
    <w:rsid w:val="00747B18"/>
    <w:rsid w:val="00761507"/>
    <w:rsid w:val="00785FB4"/>
    <w:rsid w:val="007C30B5"/>
    <w:rsid w:val="00811565"/>
    <w:rsid w:val="00816093"/>
    <w:rsid w:val="00872951"/>
    <w:rsid w:val="008B41E9"/>
    <w:rsid w:val="008D2EFC"/>
    <w:rsid w:val="00900A59"/>
    <w:rsid w:val="00943149"/>
    <w:rsid w:val="009439EE"/>
    <w:rsid w:val="00944299"/>
    <w:rsid w:val="009D04B1"/>
    <w:rsid w:val="00A31C38"/>
    <w:rsid w:val="00A86BD6"/>
    <w:rsid w:val="00B6004D"/>
    <w:rsid w:val="00B675B7"/>
    <w:rsid w:val="00B911F0"/>
    <w:rsid w:val="00BA2369"/>
    <w:rsid w:val="00BA4DDB"/>
    <w:rsid w:val="00BE4532"/>
    <w:rsid w:val="00C01A46"/>
    <w:rsid w:val="00C108AA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E23C5F"/>
    <w:rsid w:val="00E42623"/>
    <w:rsid w:val="00E801C6"/>
    <w:rsid w:val="00EA4370"/>
    <w:rsid w:val="00EA63B6"/>
    <w:rsid w:val="00EF05C9"/>
    <w:rsid w:val="00F263C0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0A3807E"/>
  <w15:chartTrackingRefBased/>
  <w15:docId w15:val="{CA2B6BEA-251C-404B-90B0-71D6BDA3FE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617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24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518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2154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7273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596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5008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6981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1</TotalTime>
  <Pages>24</Pages>
  <Words>11056</Words>
  <Characters>63020</Characters>
  <Application>Microsoft Office Word</Application>
  <DocSecurity>0</DocSecurity>
  <Lines>525</Lines>
  <Paragraphs>147</Paragraphs>
  <ScaleCrop>false</ScaleCrop>
  <Company/>
  <LinksUpToDate>false</LinksUpToDate>
  <CharactersWithSpaces>73929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2023-02-02T06:09:00Z</dcterms:created>
  <dcterms:modified xsi:type="dcterms:W3CDTF">2023-02-02T06:10:00Z</dcterms:modified>
</cp:coreProperties>
</file>